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EB8" w:rsidRDefault="0055486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8" type="#_x0000_t75" style="position:absolute;margin-left:211.15pt;margin-top:-16.4pt;width:49.55pt;height:48.5pt;z-index:-1;visibility:visible">
            <v:imagedata r:id="rId7" o:title=""/>
          </v:shape>
        </w:pict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887"/>
        <w:gridCol w:w="4486"/>
      </w:tblGrid>
      <w:tr w:rsidR="00B24EB8" w:rsidTr="00D37829">
        <w:trPr>
          <w:cantSplit/>
          <w:trHeight w:val="1585"/>
        </w:trPr>
        <w:tc>
          <w:tcPr>
            <w:tcW w:w="4408" w:type="dxa"/>
            <w:vMerge w:val="restart"/>
          </w:tcPr>
          <w:p w:rsidR="00B24EB8" w:rsidRPr="001804CF" w:rsidRDefault="00B24EB8">
            <w:pPr>
              <w:spacing w:after="80" w:line="180" w:lineRule="exact"/>
              <w:jc w:val="center"/>
            </w:pPr>
          </w:p>
          <w:p w:rsidR="00B24EB8" w:rsidRPr="00A76580" w:rsidRDefault="00C373C5" w:rsidP="00B721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Гало</w:t>
            </w:r>
            <w:r>
              <w:rPr>
                <w:sz w:val="26"/>
                <w:szCs w:val="26"/>
                <w:lang w:val="be-BY"/>
              </w:rPr>
              <w:t>ўнае ў</w:t>
            </w:r>
            <w:r w:rsidR="00A76580" w:rsidRPr="00A76580">
              <w:rPr>
                <w:sz w:val="26"/>
                <w:szCs w:val="26"/>
              </w:rPr>
              <w:t>пра</w:t>
            </w:r>
            <w:r w:rsidR="00A76580" w:rsidRPr="00A76580">
              <w:rPr>
                <w:sz w:val="26"/>
                <w:szCs w:val="26"/>
                <w:lang w:val="be-BY"/>
              </w:rPr>
              <w:t>ў</w:t>
            </w:r>
            <w:r w:rsidR="00A76580" w:rsidRPr="00A76580">
              <w:rPr>
                <w:sz w:val="26"/>
                <w:szCs w:val="26"/>
              </w:rPr>
              <w:t xml:space="preserve">ленне </w:t>
            </w:r>
            <w:r>
              <w:rPr>
                <w:sz w:val="26"/>
                <w:szCs w:val="26"/>
                <w:lang w:val="be-BY"/>
              </w:rPr>
              <w:t xml:space="preserve">па </w:t>
            </w:r>
            <w:r w:rsidR="00A76580" w:rsidRPr="00A76580">
              <w:rPr>
                <w:sz w:val="26"/>
                <w:szCs w:val="26"/>
              </w:rPr>
              <w:t>адукацыi</w:t>
            </w:r>
          </w:p>
          <w:p w:rsidR="00DF4F44" w:rsidRPr="00A76580" w:rsidRDefault="00A76580" w:rsidP="00B7210A">
            <w:pPr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A76580">
              <w:rPr>
                <w:bCs/>
                <w:iCs/>
                <w:sz w:val="26"/>
                <w:szCs w:val="26"/>
                <w:lang w:val="be-BY"/>
              </w:rPr>
              <w:t>Брэсцкага аблвыканкама</w:t>
            </w:r>
          </w:p>
          <w:p w:rsidR="00DF4F44" w:rsidRPr="00A76580" w:rsidRDefault="00A76580" w:rsidP="00B7210A">
            <w:pPr>
              <w:keepNext/>
              <w:jc w:val="center"/>
              <w:outlineLvl w:val="0"/>
              <w:rPr>
                <w:bCs/>
                <w:kern w:val="32"/>
                <w:lang w:val="be-BY"/>
              </w:rPr>
            </w:pPr>
            <w:r w:rsidRPr="00A76580">
              <w:rPr>
                <w:bCs/>
                <w:kern w:val="32"/>
                <w:lang w:val="be-BY"/>
              </w:rPr>
              <w:t>ДЗЯРЖАЎНАЯ ЎСТАНОВА АДУКАЦЫІ</w:t>
            </w:r>
          </w:p>
          <w:p w:rsidR="00DF4F44" w:rsidRPr="00A76580" w:rsidRDefault="00A76580" w:rsidP="00B7210A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 xml:space="preserve">“БРЭСЦКІ АБЛАСНЫ ІНСТЫТУТ </w:t>
            </w:r>
          </w:p>
          <w:p w:rsidR="00DF4F44" w:rsidRPr="00A76580" w:rsidRDefault="00A76580" w:rsidP="00B7210A">
            <w:pPr>
              <w:jc w:val="center"/>
            </w:pPr>
            <w:r w:rsidRPr="00A76580">
              <w:rPr>
                <w:lang w:val="be-BY"/>
              </w:rPr>
              <w:t>РАЗВІЦЦЯ АДУКАЦЫІ”</w:t>
            </w:r>
          </w:p>
          <w:p w:rsidR="00493D30" w:rsidRPr="001804CF" w:rsidRDefault="00B24EB8" w:rsidP="00B7210A">
            <w:pPr>
              <w:jc w:val="center"/>
            </w:pPr>
            <w:r w:rsidRPr="001804CF">
              <w:t xml:space="preserve">вул. </w:t>
            </w:r>
            <w:r w:rsidR="00933710">
              <w:t>Я.Купалы</w:t>
            </w:r>
            <w:r w:rsidRPr="001804CF">
              <w:t xml:space="preserve">, </w:t>
            </w:r>
            <w:r w:rsidR="00933710">
              <w:t>20/1</w:t>
            </w:r>
            <w:r w:rsidRPr="001804CF">
              <w:t>, 2240</w:t>
            </w:r>
            <w:r w:rsidR="00933710">
              <w:t>20</w:t>
            </w:r>
            <w:r w:rsidRPr="001804CF">
              <w:t xml:space="preserve">, г. Брэст  </w:t>
            </w:r>
          </w:p>
          <w:p w:rsidR="00B24EB8" w:rsidRPr="00C373C5" w:rsidRDefault="00B24EB8" w:rsidP="00B7210A">
            <w:pPr>
              <w:jc w:val="center"/>
              <w:rPr>
                <w:lang w:val="be-BY"/>
              </w:rPr>
            </w:pPr>
            <w:r w:rsidRPr="001804CF">
              <w:t>тэл.</w:t>
            </w:r>
            <w:r w:rsidR="00933710">
              <w:t>/</w:t>
            </w:r>
            <w:r w:rsidR="00493D30" w:rsidRPr="001804CF">
              <w:t xml:space="preserve"> </w:t>
            </w:r>
            <w:r w:rsidR="00933710" w:rsidRPr="001804CF">
              <w:t>факс</w:t>
            </w:r>
            <w:r w:rsidR="00933710">
              <w:t xml:space="preserve"> </w:t>
            </w:r>
            <w:r w:rsidR="00C373C5">
              <w:rPr>
                <w:lang w:val="be-BY"/>
              </w:rPr>
              <w:t>35 42 99</w:t>
            </w:r>
          </w:p>
          <w:p w:rsidR="00EE4852" w:rsidRPr="00933710" w:rsidRDefault="00EE4852" w:rsidP="00B7210A">
            <w:pPr>
              <w:jc w:val="center"/>
            </w:pPr>
            <w:r w:rsidRPr="001804CF">
              <w:t>эл. адр</w:t>
            </w:r>
            <w:r w:rsidR="00493D30" w:rsidRPr="001804CF">
              <w:t>а</w:t>
            </w:r>
            <w:r w:rsidRPr="001804CF">
              <w:t xml:space="preserve">с: </w:t>
            </w:r>
            <w:r w:rsidR="00484009">
              <w:rPr>
                <w:lang w:val="en-US"/>
              </w:rPr>
              <w:t>mail</w:t>
            </w:r>
            <w:r w:rsidR="00484009" w:rsidRPr="004002DA">
              <w:t>@</w:t>
            </w:r>
            <w:r w:rsidR="00484009">
              <w:rPr>
                <w:lang w:val="en-US"/>
              </w:rPr>
              <w:t>boiro</w:t>
            </w:r>
            <w:r w:rsidR="00484009" w:rsidRPr="004002DA">
              <w:t>.</w:t>
            </w:r>
            <w:r w:rsidR="00484009">
              <w:rPr>
                <w:lang w:val="en-US"/>
              </w:rPr>
              <w:t>by</w:t>
            </w:r>
          </w:p>
          <w:p w:rsidR="00D02447" w:rsidRDefault="00D02447">
            <w:pPr>
              <w:tabs>
                <w:tab w:val="left" w:pos="2268"/>
              </w:tabs>
              <w:rPr>
                <w:sz w:val="30"/>
              </w:rPr>
            </w:pPr>
          </w:p>
          <w:p w:rsidR="00B24EB8" w:rsidRPr="00824CF0" w:rsidRDefault="004C043D" w:rsidP="004D0242">
            <w:pPr>
              <w:tabs>
                <w:tab w:val="left" w:pos="2268"/>
              </w:tabs>
              <w:rPr>
                <w:sz w:val="30"/>
              </w:rPr>
            </w:pPr>
            <w:r>
              <w:rPr>
                <w:sz w:val="30"/>
              </w:rPr>
              <w:t>24</w:t>
            </w:r>
            <w:r w:rsidR="006F7B7A" w:rsidRPr="00835D22">
              <w:rPr>
                <w:sz w:val="30"/>
              </w:rPr>
              <w:t>.</w:t>
            </w:r>
            <w:r w:rsidR="00493124">
              <w:rPr>
                <w:sz w:val="30"/>
              </w:rPr>
              <w:t>0</w:t>
            </w:r>
            <w:r>
              <w:rPr>
                <w:sz w:val="30"/>
              </w:rPr>
              <w:t>8</w:t>
            </w:r>
            <w:r w:rsidR="00D60A4B" w:rsidRPr="00835D22">
              <w:rPr>
                <w:sz w:val="30"/>
              </w:rPr>
              <w:t>.20</w:t>
            </w:r>
            <w:r w:rsidR="00F673D8">
              <w:rPr>
                <w:sz w:val="30"/>
              </w:rPr>
              <w:t>2</w:t>
            </w:r>
            <w:r w:rsidR="004D0242">
              <w:rPr>
                <w:sz w:val="30"/>
              </w:rPr>
              <w:t>3</w:t>
            </w:r>
            <w:r w:rsidR="00B24EB8" w:rsidRPr="00835D22">
              <w:rPr>
                <w:sz w:val="30"/>
              </w:rPr>
              <w:t xml:space="preserve"> № </w:t>
            </w:r>
            <w:r w:rsidR="00FF2582" w:rsidRPr="00835D22">
              <w:rPr>
                <w:sz w:val="30"/>
              </w:rPr>
              <w:t>0</w:t>
            </w:r>
            <w:r w:rsidR="004D0242">
              <w:rPr>
                <w:sz w:val="30"/>
              </w:rPr>
              <w:t>2</w:t>
            </w:r>
            <w:r w:rsidR="00FF2582" w:rsidRPr="00835D22">
              <w:rPr>
                <w:sz w:val="30"/>
              </w:rPr>
              <w:t>-</w:t>
            </w:r>
            <w:r w:rsidR="004D0242">
              <w:rPr>
                <w:sz w:val="30"/>
              </w:rPr>
              <w:t>05</w:t>
            </w:r>
            <w:r w:rsidR="00FF2582" w:rsidRPr="00835D22">
              <w:rPr>
                <w:sz w:val="30"/>
              </w:rPr>
              <w:t>/</w:t>
            </w:r>
            <w:r w:rsidR="00B9532E">
              <w:rPr>
                <w:sz w:val="30"/>
              </w:rPr>
              <w:t>1</w:t>
            </w:r>
            <w:r>
              <w:rPr>
                <w:sz w:val="30"/>
              </w:rPr>
              <w:t>521</w:t>
            </w:r>
          </w:p>
          <w:p w:rsidR="00B24EB8" w:rsidRPr="001804CF" w:rsidRDefault="00B24EB8">
            <w:pPr>
              <w:tabs>
                <w:tab w:val="left" w:pos="2268"/>
              </w:tabs>
              <w:spacing w:line="120" w:lineRule="auto"/>
              <w:rPr>
                <w:sz w:val="30"/>
              </w:rPr>
            </w:pPr>
            <w:r w:rsidRPr="001804CF">
              <w:rPr>
                <w:sz w:val="3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24EB8" w:rsidRPr="001804CF" w:rsidRDefault="00B24EB8">
            <w:pPr>
              <w:pStyle w:val="a5"/>
              <w:tabs>
                <w:tab w:val="clear" w:pos="4153"/>
                <w:tab w:val="clear" w:pos="8306"/>
              </w:tabs>
            </w:pPr>
          </w:p>
        </w:tc>
        <w:tc>
          <w:tcPr>
            <w:tcW w:w="887" w:type="dxa"/>
          </w:tcPr>
          <w:p w:rsidR="00B24EB8" w:rsidRPr="001804CF" w:rsidRDefault="00B24EB8">
            <w:pPr>
              <w:jc w:val="both"/>
            </w:pPr>
          </w:p>
          <w:p w:rsidR="00B24EB8" w:rsidRPr="001804CF" w:rsidRDefault="00B24EB8"/>
        </w:tc>
        <w:tc>
          <w:tcPr>
            <w:tcW w:w="4486" w:type="dxa"/>
          </w:tcPr>
          <w:p w:rsidR="00B24EB8" w:rsidRPr="001804CF" w:rsidRDefault="00B24EB8">
            <w:pPr>
              <w:spacing w:after="80" w:line="180" w:lineRule="exact"/>
              <w:jc w:val="center"/>
            </w:pPr>
          </w:p>
          <w:p w:rsidR="00B24EB8" w:rsidRPr="00A76580" w:rsidRDefault="00C373C5" w:rsidP="00B7210A">
            <w:pPr>
              <w:tabs>
                <w:tab w:val="left" w:pos="467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Главное у</w:t>
            </w:r>
            <w:r w:rsidR="00A76580" w:rsidRPr="00A76580">
              <w:rPr>
                <w:sz w:val="26"/>
                <w:szCs w:val="26"/>
              </w:rPr>
              <w:t xml:space="preserve">правление </w:t>
            </w:r>
            <w:r>
              <w:rPr>
                <w:sz w:val="26"/>
                <w:szCs w:val="26"/>
              </w:rPr>
              <w:t>по образованию</w:t>
            </w:r>
          </w:p>
          <w:p w:rsidR="00933710" w:rsidRPr="00A76580" w:rsidRDefault="00A76580" w:rsidP="00933710">
            <w:pPr>
              <w:tabs>
                <w:tab w:val="left" w:pos="4678"/>
              </w:tabs>
              <w:jc w:val="center"/>
              <w:rPr>
                <w:bCs/>
                <w:iCs/>
                <w:sz w:val="26"/>
                <w:szCs w:val="26"/>
              </w:rPr>
            </w:pPr>
            <w:r w:rsidRPr="00A76580">
              <w:rPr>
                <w:bCs/>
                <w:iCs/>
                <w:sz w:val="26"/>
                <w:szCs w:val="26"/>
              </w:rPr>
              <w:t>Брестского облисполкома</w:t>
            </w:r>
          </w:p>
          <w:p w:rsidR="00DF4F44" w:rsidRPr="00A76580" w:rsidRDefault="00933710" w:rsidP="00933710">
            <w:pPr>
              <w:tabs>
                <w:tab w:val="left" w:pos="4678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 w:rsidR="00A76580" w:rsidRPr="00A76580">
              <w:rPr>
                <w:bCs/>
                <w:kern w:val="32"/>
                <w:lang w:val="be-BY"/>
              </w:rPr>
              <w:t>ГОСУДАРСТВЕННОЕ УЧРЕЖДЕНИЕ ОБРАЗОВАНИЯ</w:t>
            </w:r>
          </w:p>
          <w:p w:rsidR="00DF4F44" w:rsidRPr="00A76580" w:rsidRDefault="00A76580" w:rsidP="00A76580">
            <w:pPr>
              <w:rPr>
                <w:lang w:val="be-BY"/>
              </w:rPr>
            </w:pPr>
            <w:r w:rsidRPr="00A76580">
              <w:rPr>
                <w:lang w:val="be-BY"/>
              </w:rPr>
              <w:t xml:space="preserve">“БРЕСТСКИЙ ОБЛАСТНОЙ </w:t>
            </w:r>
            <w:r w:rsidR="00D37829">
              <w:rPr>
                <w:lang w:val="be-BY"/>
              </w:rPr>
              <w:t>И</w:t>
            </w:r>
            <w:r w:rsidRPr="00A76580">
              <w:rPr>
                <w:lang w:val="be-BY"/>
              </w:rPr>
              <w:t xml:space="preserve">НСТИТУТ </w:t>
            </w:r>
          </w:p>
          <w:p w:rsidR="00DF4F44" w:rsidRPr="00A76580" w:rsidRDefault="00A76580" w:rsidP="00B7210A">
            <w:pPr>
              <w:tabs>
                <w:tab w:val="left" w:pos="4678"/>
              </w:tabs>
              <w:jc w:val="center"/>
            </w:pPr>
            <w:r w:rsidRPr="00A76580">
              <w:rPr>
                <w:lang w:val="be-BY"/>
              </w:rPr>
              <w:t>РАЗВИТИЯ ОБРАЗОВАНИЯ”</w:t>
            </w:r>
          </w:p>
          <w:p w:rsidR="00493D30" w:rsidRPr="001804CF" w:rsidRDefault="00B24EB8" w:rsidP="00B837A2">
            <w:pPr>
              <w:jc w:val="center"/>
            </w:pPr>
            <w:r w:rsidRPr="001804CF">
              <w:t xml:space="preserve">ул. </w:t>
            </w:r>
            <w:r w:rsidR="00933710">
              <w:t>Я.Купалы</w:t>
            </w:r>
            <w:r w:rsidRPr="001804CF">
              <w:t xml:space="preserve">, </w:t>
            </w:r>
            <w:r w:rsidR="00933710">
              <w:t>20/1</w:t>
            </w:r>
            <w:r w:rsidRPr="001804CF">
              <w:t>, 2240</w:t>
            </w:r>
            <w:r w:rsidR="00933710">
              <w:t>20</w:t>
            </w:r>
            <w:r w:rsidRPr="001804CF">
              <w:t>, г. Брест</w:t>
            </w:r>
          </w:p>
          <w:p w:rsidR="00493D30" w:rsidRPr="00C373C5" w:rsidRDefault="00493D30" w:rsidP="00B837A2">
            <w:pPr>
              <w:jc w:val="center"/>
              <w:rPr>
                <w:lang w:val="be-BY"/>
              </w:rPr>
            </w:pPr>
            <w:r w:rsidRPr="001804CF">
              <w:t>тэл.</w:t>
            </w:r>
            <w:r w:rsidR="00933710">
              <w:t>/</w:t>
            </w:r>
            <w:r w:rsidRPr="001804CF">
              <w:t xml:space="preserve"> </w:t>
            </w:r>
            <w:r w:rsidR="00933710" w:rsidRPr="001804CF">
              <w:t xml:space="preserve">факс </w:t>
            </w:r>
            <w:r w:rsidR="00C373C5">
              <w:rPr>
                <w:lang w:val="be-BY"/>
              </w:rPr>
              <w:t>35 42 99</w:t>
            </w:r>
          </w:p>
          <w:p w:rsidR="00B24EB8" w:rsidRPr="001804CF" w:rsidRDefault="001446CE" w:rsidP="00B837A2">
            <w:pPr>
              <w:jc w:val="center"/>
            </w:pPr>
            <w:r w:rsidRPr="001804CF">
              <w:t xml:space="preserve">эл. адрес: </w:t>
            </w:r>
            <w:r w:rsidR="00484009">
              <w:rPr>
                <w:lang w:val="en-US"/>
              </w:rPr>
              <w:t>mail</w:t>
            </w:r>
            <w:r w:rsidR="00484009" w:rsidRPr="004002DA">
              <w:t>@</w:t>
            </w:r>
            <w:r w:rsidR="00484009">
              <w:rPr>
                <w:lang w:val="en-US"/>
              </w:rPr>
              <w:t>boiro</w:t>
            </w:r>
            <w:r w:rsidR="00484009" w:rsidRPr="004002DA">
              <w:t>.</w:t>
            </w:r>
            <w:r w:rsidR="00484009">
              <w:rPr>
                <w:lang w:val="en-US"/>
              </w:rPr>
              <w:t>by</w:t>
            </w:r>
          </w:p>
        </w:tc>
      </w:tr>
      <w:tr w:rsidR="00B24EB8" w:rsidTr="00493124">
        <w:trPr>
          <w:cantSplit/>
          <w:trHeight w:val="1048"/>
        </w:trPr>
        <w:tc>
          <w:tcPr>
            <w:tcW w:w="4408" w:type="dxa"/>
            <w:vMerge/>
          </w:tcPr>
          <w:p w:rsidR="00B24EB8" w:rsidRDefault="00B24EB8">
            <w:pPr>
              <w:spacing w:after="80" w:line="240" w:lineRule="exact"/>
              <w:jc w:val="center"/>
              <w:rPr>
                <w:noProof/>
              </w:rPr>
            </w:pPr>
          </w:p>
        </w:tc>
        <w:tc>
          <w:tcPr>
            <w:tcW w:w="5373" w:type="dxa"/>
            <w:gridSpan w:val="2"/>
          </w:tcPr>
          <w:p w:rsidR="00B24EB8" w:rsidRDefault="00B24EB8" w:rsidP="00E61187">
            <w:pPr>
              <w:pStyle w:val="5"/>
              <w:rPr>
                <w:i w:val="0"/>
                <w:vanish/>
                <w:color w:val="FF00FF"/>
              </w:rPr>
            </w:pPr>
            <w:r>
              <w:rPr>
                <w:i w:val="0"/>
                <w:vanish/>
                <w:color w:val="FF00FF"/>
              </w:rPr>
              <w:t>Адресат</w:t>
            </w:r>
          </w:p>
          <w:p w:rsidR="00A70B9C" w:rsidRPr="00C373C5" w:rsidRDefault="00DF06D9" w:rsidP="00F642C6">
            <w:pPr>
              <w:pStyle w:val="30"/>
              <w:spacing w:line="240" w:lineRule="auto"/>
              <w:ind w:left="62"/>
            </w:pPr>
            <w:r>
              <w:t xml:space="preserve">Начальникам </w:t>
            </w:r>
            <w:r w:rsidR="00C373C5">
              <w:t>управлений (</w:t>
            </w:r>
            <w:r>
              <w:t>отделов</w:t>
            </w:r>
            <w:r w:rsidR="00C373C5">
              <w:t>) по образованию</w:t>
            </w:r>
            <w:r>
              <w:t xml:space="preserve"> горрайисполкомов</w:t>
            </w:r>
            <w:r w:rsidR="001C1839">
              <w:t>, администраций г. Бреста</w:t>
            </w:r>
          </w:p>
        </w:tc>
      </w:tr>
    </w:tbl>
    <w:p w:rsidR="00493124" w:rsidRPr="00EE7D4A" w:rsidRDefault="003A02BC" w:rsidP="00493124">
      <w:pPr>
        <w:pStyle w:val="2"/>
        <w:tabs>
          <w:tab w:val="left" w:pos="3544"/>
        </w:tabs>
        <w:ind w:left="0" w:right="5952" w:firstLine="0"/>
        <w:jc w:val="both"/>
        <w:rPr>
          <w:b w:val="0"/>
          <w:vanish/>
          <w:sz w:val="30"/>
          <w:szCs w:val="30"/>
        </w:rPr>
      </w:pPr>
      <w:r w:rsidRPr="003A02BC">
        <w:rPr>
          <w:b w:val="0"/>
          <w:sz w:val="30"/>
          <w:szCs w:val="30"/>
        </w:rPr>
        <w:t>О проведении семинара</w:t>
      </w:r>
      <w:r w:rsidR="00A9722D">
        <w:rPr>
          <w:b w:val="0"/>
          <w:vanish/>
          <w:sz w:val="30"/>
          <w:szCs w:val="30"/>
        </w:rPr>
        <w:t xml:space="preserve"> </w:t>
      </w:r>
    </w:p>
    <w:p w:rsidR="00493124" w:rsidRDefault="00493124" w:rsidP="00493124">
      <w:pPr>
        <w:tabs>
          <w:tab w:val="left" w:pos="3544"/>
        </w:tabs>
        <w:ind w:right="5952" w:firstLine="720"/>
        <w:jc w:val="both"/>
        <w:rPr>
          <w:sz w:val="30"/>
          <w:szCs w:val="30"/>
        </w:rPr>
      </w:pPr>
    </w:p>
    <w:p w:rsidR="0026257F" w:rsidRPr="00EE7D4A" w:rsidRDefault="0026257F" w:rsidP="00493124">
      <w:pPr>
        <w:tabs>
          <w:tab w:val="left" w:pos="3544"/>
        </w:tabs>
        <w:ind w:right="5952" w:firstLine="720"/>
        <w:jc w:val="both"/>
        <w:rPr>
          <w:sz w:val="30"/>
          <w:szCs w:val="30"/>
        </w:rPr>
      </w:pPr>
      <w:bookmarkStart w:id="0" w:name="_GoBack"/>
      <w:bookmarkEnd w:id="0"/>
    </w:p>
    <w:p w:rsidR="003A02BC" w:rsidRPr="003A02BC" w:rsidRDefault="003A02BC" w:rsidP="003A02BC">
      <w:pPr>
        <w:widowControl w:val="0"/>
        <w:spacing w:line="322" w:lineRule="exact"/>
        <w:ind w:firstLine="74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Государственное учреждение образования «Брестский областной институт развития образования» сообщает, что </w:t>
      </w:r>
      <w:r w:rsidRPr="003A02BC">
        <w:rPr>
          <w:sz w:val="30"/>
          <w:szCs w:val="30"/>
        </w:rPr>
        <w:t>Государственный комитет по науке и технологиям Республики</w:t>
      </w:r>
      <w:r>
        <w:rPr>
          <w:sz w:val="30"/>
          <w:szCs w:val="30"/>
        </w:rPr>
        <w:t xml:space="preserve"> </w:t>
      </w:r>
      <w:r w:rsidRPr="003A02BC">
        <w:rPr>
          <w:sz w:val="30"/>
          <w:szCs w:val="30"/>
        </w:rPr>
        <w:t>Беларусь совместно с государственным учреждением «Белорусский</w:t>
      </w:r>
      <w:r>
        <w:rPr>
          <w:sz w:val="30"/>
          <w:szCs w:val="30"/>
        </w:rPr>
        <w:t xml:space="preserve"> </w:t>
      </w:r>
      <w:r w:rsidRPr="003A02BC">
        <w:rPr>
          <w:sz w:val="30"/>
          <w:szCs w:val="30"/>
        </w:rPr>
        <w:t>институт системного анализа и информационного обеспечения научно-технической сферы» организуют проведение Республиканского</w:t>
      </w:r>
      <w:r>
        <w:rPr>
          <w:sz w:val="30"/>
          <w:szCs w:val="30"/>
        </w:rPr>
        <w:t xml:space="preserve"> </w:t>
      </w:r>
      <w:r w:rsidRPr="003A02BC">
        <w:rPr>
          <w:sz w:val="30"/>
          <w:szCs w:val="30"/>
        </w:rPr>
        <w:t>семинара по вопросам изобретательства, рационализаторства и</w:t>
      </w:r>
      <w:r>
        <w:rPr>
          <w:sz w:val="30"/>
          <w:szCs w:val="30"/>
        </w:rPr>
        <w:t xml:space="preserve"> </w:t>
      </w:r>
      <w:r w:rsidRPr="003A02BC">
        <w:rPr>
          <w:sz w:val="30"/>
          <w:szCs w:val="30"/>
        </w:rPr>
        <w:t>инженерно-технического творчества (г.Брест) (далее - семинар).</w:t>
      </w:r>
    </w:p>
    <w:p w:rsidR="003A02BC" w:rsidRPr="003A02BC" w:rsidRDefault="003A02BC" w:rsidP="003A02BC">
      <w:pPr>
        <w:widowControl w:val="0"/>
        <w:spacing w:line="322" w:lineRule="exact"/>
        <w:ind w:firstLine="740"/>
        <w:jc w:val="both"/>
        <w:rPr>
          <w:sz w:val="30"/>
          <w:szCs w:val="30"/>
        </w:rPr>
      </w:pPr>
      <w:r w:rsidRPr="003A02BC">
        <w:rPr>
          <w:sz w:val="30"/>
          <w:szCs w:val="30"/>
        </w:rPr>
        <w:t>К участию в семинаре приглашаются: специалисты конструкторско-</w:t>
      </w:r>
      <w:r>
        <w:rPr>
          <w:sz w:val="30"/>
          <w:szCs w:val="30"/>
        </w:rPr>
        <w:t xml:space="preserve"> </w:t>
      </w:r>
      <w:r w:rsidRPr="003A02BC">
        <w:rPr>
          <w:sz w:val="30"/>
          <w:szCs w:val="30"/>
        </w:rPr>
        <w:t>технологических, производственно-технических, патентно-лицензионных</w:t>
      </w:r>
      <w:r>
        <w:rPr>
          <w:sz w:val="30"/>
          <w:szCs w:val="30"/>
        </w:rPr>
        <w:t xml:space="preserve"> </w:t>
      </w:r>
      <w:r w:rsidRPr="003A02BC">
        <w:rPr>
          <w:sz w:val="30"/>
          <w:szCs w:val="30"/>
        </w:rPr>
        <w:t>подразделений промышленных предприятий, научно-исследовательских</w:t>
      </w:r>
      <w:r>
        <w:rPr>
          <w:sz w:val="30"/>
          <w:szCs w:val="30"/>
        </w:rPr>
        <w:t xml:space="preserve"> </w:t>
      </w:r>
      <w:r w:rsidRPr="003A02BC">
        <w:rPr>
          <w:sz w:val="30"/>
          <w:szCs w:val="30"/>
        </w:rPr>
        <w:t>и проектных организаций; учащиеся высших и средних учебных</w:t>
      </w:r>
      <w:r>
        <w:rPr>
          <w:sz w:val="30"/>
          <w:szCs w:val="30"/>
        </w:rPr>
        <w:t xml:space="preserve"> </w:t>
      </w:r>
      <w:r w:rsidRPr="003A02BC">
        <w:rPr>
          <w:sz w:val="30"/>
          <w:szCs w:val="30"/>
        </w:rPr>
        <w:t>заведений в сфере экономического, научно-технического,</w:t>
      </w:r>
      <w:r>
        <w:rPr>
          <w:sz w:val="30"/>
          <w:szCs w:val="30"/>
        </w:rPr>
        <w:t xml:space="preserve"> </w:t>
      </w:r>
      <w:r w:rsidRPr="003A02BC">
        <w:rPr>
          <w:sz w:val="30"/>
          <w:szCs w:val="30"/>
        </w:rPr>
        <w:t>технологического и инженерного образования, другие заинтересованные.</w:t>
      </w:r>
    </w:p>
    <w:p w:rsidR="003A02BC" w:rsidRDefault="003A02BC" w:rsidP="003A02BC">
      <w:pPr>
        <w:widowControl w:val="0"/>
        <w:spacing w:line="322" w:lineRule="exact"/>
        <w:ind w:firstLine="740"/>
        <w:rPr>
          <w:sz w:val="30"/>
          <w:szCs w:val="30"/>
        </w:rPr>
      </w:pPr>
      <w:r w:rsidRPr="003A02BC">
        <w:rPr>
          <w:sz w:val="30"/>
          <w:szCs w:val="30"/>
        </w:rPr>
        <w:t xml:space="preserve">Дата проведения семинара </w:t>
      </w:r>
      <w:r w:rsidR="004C043D">
        <w:rPr>
          <w:sz w:val="30"/>
          <w:szCs w:val="30"/>
        </w:rPr>
        <w:t>–</w:t>
      </w:r>
      <w:r w:rsidRPr="003A02BC">
        <w:rPr>
          <w:sz w:val="30"/>
          <w:szCs w:val="30"/>
        </w:rPr>
        <w:t xml:space="preserve"> 29 августа 2023 г., место проведения —г. Брест, ул. Пионерская, 52, 2-й этаж, </w:t>
      </w:r>
      <w:r w:rsidRPr="003A02BC">
        <w:rPr>
          <w:sz w:val="30"/>
          <w:szCs w:val="30"/>
        </w:rPr>
        <w:t>конференц-зал Брестского научно-технологического парка</w:t>
      </w:r>
      <w:r w:rsidR="004C043D">
        <w:rPr>
          <w:sz w:val="30"/>
          <w:szCs w:val="30"/>
        </w:rPr>
        <w:t>.</w:t>
      </w:r>
    </w:p>
    <w:p w:rsidR="003A02BC" w:rsidRPr="003A02BC" w:rsidRDefault="003A02BC" w:rsidP="003A02BC">
      <w:pPr>
        <w:widowControl w:val="0"/>
        <w:spacing w:line="322" w:lineRule="exact"/>
        <w:ind w:firstLine="740"/>
        <w:rPr>
          <w:sz w:val="30"/>
          <w:szCs w:val="30"/>
        </w:rPr>
      </w:pPr>
      <w:r>
        <w:rPr>
          <w:sz w:val="30"/>
          <w:szCs w:val="30"/>
        </w:rPr>
        <w:t>Участие в семинаре – бесплатное.</w:t>
      </w:r>
    </w:p>
    <w:p w:rsidR="003A02BC" w:rsidRPr="003A02BC" w:rsidRDefault="003A02BC" w:rsidP="003A02BC">
      <w:pPr>
        <w:widowControl w:val="0"/>
        <w:spacing w:line="322" w:lineRule="exact"/>
        <w:ind w:firstLine="740"/>
        <w:rPr>
          <w:sz w:val="30"/>
          <w:szCs w:val="30"/>
        </w:rPr>
      </w:pPr>
      <w:r w:rsidRPr="003A02BC">
        <w:rPr>
          <w:sz w:val="30"/>
          <w:szCs w:val="30"/>
        </w:rPr>
        <w:t>Онлайн-регистрация для участия в семинаре возможна по ссылке:</w:t>
      </w:r>
    </w:p>
    <w:p w:rsidR="004C043D" w:rsidRDefault="004C043D" w:rsidP="003A02BC">
      <w:pPr>
        <w:widowControl w:val="0"/>
        <w:spacing w:line="322" w:lineRule="exact"/>
        <w:ind w:firstLine="740"/>
        <w:rPr>
          <w:sz w:val="30"/>
          <w:szCs w:val="30"/>
        </w:rPr>
      </w:pPr>
      <w:r w:rsidRPr="004C043D">
        <w:rPr>
          <w:sz w:val="30"/>
          <w:szCs w:val="30"/>
        </w:rPr>
        <w:t>https://forms.gle/npMiMUsyuKVgeFNAA</w:t>
      </w:r>
      <w:r w:rsidR="003A02BC" w:rsidRPr="004C043D">
        <w:rPr>
          <w:sz w:val="30"/>
          <w:szCs w:val="30"/>
        </w:rPr>
        <w:t>.</w:t>
      </w:r>
      <w:r w:rsidR="003A02BC" w:rsidRPr="003A02BC">
        <w:rPr>
          <w:sz w:val="30"/>
          <w:szCs w:val="30"/>
        </w:rPr>
        <w:t xml:space="preserve"> </w:t>
      </w:r>
    </w:p>
    <w:p w:rsidR="00D72B25" w:rsidRPr="003A02BC" w:rsidRDefault="003A02BC" w:rsidP="004C043D">
      <w:pPr>
        <w:widowControl w:val="0"/>
        <w:spacing w:line="322" w:lineRule="exact"/>
        <w:ind w:firstLine="740"/>
        <w:jc w:val="both"/>
        <w:rPr>
          <w:color w:val="000000"/>
          <w:sz w:val="30"/>
          <w:szCs w:val="30"/>
          <w:lang w:bidi="ru-RU"/>
        </w:rPr>
      </w:pPr>
      <w:r w:rsidRPr="003A02BC">
        <w:rPr>
          <w:sz w:val="30"/>
          <w:szCs w:val="30"/>
        </w:rPr>
        <w:t>Актуальную информацию о семинаре можно получить</w:t>
      </w:r>
      <w:r w:rsidR="004C043D">
        <w:rPr>
          <w:sz w:val="30"/>
          <w:szCs w:val="30"/>
        </w:rPr>
        <w:t xml:space="preserve"> </w:t>
      </w:r>
      <w:r w:rsidRPr="003A02BC">
        <w:rPr>
          <w:sz w:val="30"/>
          <w:szCs w:val="30"/>
        </w:rPr>
        <w:t>по телефонам: +375 (17) 2031319, +375 (17) 3796031, +375 (17)2037501</w:t>
      </w:r>
      <w:r>
        <w:rPr>
          <w:sz w:val="30"/>
          <w:szCs w:val="30"/>
        </w:rPr>
        <w:t xml:space="preserve"> </w:t>
      </w:r>
      <w:r w:rsidRPr="003A02BC">
        <w:rPr>
          <w:sz w:val="30"/>
          <w:szCs w:val="30"/>
        </w:rPr>
        <w:t>или по email:</w:t>
      </w:r>
      <w:r>
        <w:rPr>
          <w:sz w:val="30"/>
          <w:szCs w:val="30"/>
        </w:rPr>
        <w:t xml:space="preserve"> </w:t>
      </w:r>
      <w:r w:rsidR="004C043D" w:rsidRPr="004C043D">
        <w:rPr>
          <w:sz w:val="30"/>
          <w:szCs w:val="30"/>
        </w:rPr>
        <w:t>seminar@belisa.org.by</w:t>
      </w:r>
      <w:r w:rsidR="004C043D">
        <w:rPr>
          <w:sz w:val="30"/>
          <w:szCs w:val="30"/>
        </w:rPr>
        <w:t>.</w:t>
      </w:r>
    </w:p>
    <w:p w:rsidR="00B9532E" w:rsidRPr="003A02BC" w:rsidRDefault="00B9532E" w:rsidP="00780364">
      <w:pPr>
        <w:jc w:val="both"/>
        <w:rPr>
          <w:sz w:val="30"/>
          <w:szCs w:val="30"/>
        </w:rPr>
      </w:pPr>
    </w:p>
    <w:p w:rsidR="00780364" w:rsidRDefault="00780364" w:rsidP="00780364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Ректор института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А.В.Мощук</w:t>
      </w:r>
    </w:p>
    <w:p w:rsidR="00B9532E" w:rsidRDefault="00B9532E" w:rsidP="00780364">
      <w:pPr>
        <w:jc w:val="both"/>
        <w:rPr>
          <w:sz w:val="30"/>
          <w:szCs w:val="30"/>
        </w:rPr>
      </w:pPr>
    </w:p>
    <w:p w:rsidR="004C043D" w:rsidRDefault="004C043D" w:rsidP="00780364">
      <w:pPr>
        <w:jc w:val="both"/>
        <w:rPr>
          <w:sz w:val="30"/>
          <w:szCs w:val="30"/>
        </w:rPr>
      </w:pPr>
    </w:p>
    <w:p w:rsidR="007109E1" w:rsidRDefault="007109E1" w:rsidP="007109E1">
      <w:pPr>
        <w:pStyle w:val="ab"/>
        <w:rPr>
          <w:sz w:val="18"/>
          <w:szCs w:val="18"/>
        </w:rPr>
      </w:pPr>
      <w:r>
        <w:rPr>
          <w:sz w:val="18"/>
          <w:szCs w:val="18"/>
        </w:rPr>
        <w:t>Электронный вариант соответствует оригиналу</w:t>
      </w:r>
    </w:p>
    <w:p w:rsidR="00B24EB8" w:rsidRPr="004C043D" w:rsidRDefault="007109E1" w:rsidP="004C043D">
      <w:pPr>
        <w:pStyle w:val="ab"/>
        <w:rPr>
          <w:sz w:val="18"/>
          <w:szCs w:val="18"/>
        </w:rPr>
      </w:pPr>
      <w:r>
        <w:rPr>
          <w:sz w:val="18"/>
          <w:szCs w:val="18"/>
        </w:rPr>
        <w:lastRenderedPageBreak/>
        <w:t>05</w:t>
      </w:r>
      <w:r w:rsidR="003D416B">
        <w:rPr>
          <w:sz w:val="18"/>
          <w:szCs w:val="18"/>
        </w:rPr>
        <w:t>.1</w:t>
      </w:r>
      <w:r>
        <w:rPr>
          <w:sz w:val="18"/>
          <w:szCs w:val="18"/>
        </w:rPr>
        <w:t xml:space="preserve"> </w:t>
      </w:r>
      <w:r w:rsidR="003D416B">
        <w:rPr>
          <w:sz w:val="18"/>
          <w:szCs w:val="18"/>
        </w:rPr>
        <w:t>Мисюра</w:t>
      </w:r>
      <w:r>
        <w:rPr>
          <w:sz w:val="18"/>
          <w:szCs w:val="18"/>
        </w:rPr>
        <w:t xml:space="preserve"> 35 42 7</w:t>
      </w:r>
      <w:r w:rsidR="00B24EB8">
        <w:rPr>
          <w:b/>
          <w:vanish/>
          <w:color w:val="FF00FF"/>
        </w:rPr>
        <w:t xml:space="preserve">Исполнитель (заполняется внизу страницы) </w:t>
      </w:r>
      <w:r w:rsidR="00B24EB8">
        <w:rPr>
          <w:vanish/>
          <w:color w:val="FF00FF"/>
        </w:rPr>
        <w:t>Для выравнивания к нижней границе необходимо отключить непечатаемые символы (этот текст пропадёт)</w:t>
      </w:r>
    </w:p>
    <w:sectPr w:rsidR="00B24EB8" w:rsidRPr="004C043D" w:rsidSect="00F666AC">
      <w:headerReference w:type="even" r:id="rId8"/>
      <w:headerReference w:type="default" r:id="rId9"/>
      <w:footerReference w:type="default" r:id="rId10"/>
      <w:pgSz w:w="11906" w:h="16838" w:code="9"/>
      <w:pgMar w:top="993" w:right="567" w:bottom="709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864" w:rsidRDefault="00554864">
      <w:r>
        <w:separator/>
      </w:r>
    </w:p>
  </w:endnote>
  <w:endnote w:type="continuationSeparator" w:id="0">
    <w:p w:rsidR="00554864" w:rsidRDefault="0055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733" w:rsidRPr="00773CCD" w:rsidRDefault="007F5733" w:rsidP="007F5733">
    <w:pPr>
      <w:jc w:val="both"/>
      <w:rPr>
        <w:sz w:val="18"/>
      </w:rPr>
    </w:pPr>
  </w:p>
  <w:p w:rsidR="007F5733" w:rsidRPr="007F5733" w:rsidRDefault="007F5733">
    <w:pPr>
      <w:pStyle w:val="ab"/>
      <w:rPr>
        <w:lang w:val="be-B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864" w:rsidRDefault="00554864">
      <w:r>
        <w:separator/>
      </w:r>
    </w:p>
  </w:footnote>
  <w:footnote w:type="continuationSeparator" w:id="0">
    <w:p w:rsidR="00554864" w:rsidRDefault="00554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57C" w:rsidRDefault="0098557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557C" w:rsidRDefault="0098557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57C" w:rsidRDefault="0098557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6257F">
      <w:rPr>
        <w:rStyle w:val="a6"/>
        <w:noProof/>
      </w:rPr>
      <w:t>2</w:t>
    </w:r>
    <w:r>
      <w:rPr>
        <w:rStyle w:val="a6"/>
      </w:rPr>
      <w:fldChar w:fldCharType="end"/>
    </w:r>
  </w:p>
  <w:p w:rsidR="0098557C" w:rsidRDefault="0098557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B78D8"/>
    <w:multiLevelType w:val="singleLevel"/>
    <w:tmpl w:val="77EAF0B6"/>
    <w:lvl w:ilvl="0">
      <w:start w:val="4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721"/>
    <w:rsid w:val="00004C36"/>
    <w:rsid w:val="000243EA"/>
    <w:rsid w:val="0003275D"/>
    <w:rsid w:val="00080825"/>
    <w:rsid w:val="00081245"/>
    <w:rsid w:val="001446CE"/>
    <w:rsid w:val="00153352"/>
    <w:rsid w:val="001804CF"/>
    <w:rsid w:val="001850E8"/>
    <w:rsid w:val="00195B93"/>
    <w:rsid w:val="001C1839"/>
    <w:rsid w:val="001F1525"/>
    <w:rsid w:val="00223CD1"/>
    <w:rsid w:val="002272C7"/>
    <w:rsid w:val="0026257F"/>
    <w:rsid w:val="00286392"/>
    <w:rsid w:val="002B4F86"/>
    <w:rsid w:val="00301F6B"/>
    <w:rsid w:val="003202C1"/>
    <w:rsid w:val="003300B8"/>
    <w:rsid w:val="00335F0E"/>
    <w:rsid w:val="00351163"/>
    <w:rsid w:val="00371597"/>
    <w:rsid w:val="00373A3F"/>
    <w:rsid w:val="003A02BC"/>
    <w:rsid w:val="003A5679"/>
    <w:rsid w:val="003C4CE3"/>
    <w:rsid w:val="003D416B"/>
    <w:rsid w:val="003D71E5"/>
    <w:rsid w:val="0042790E"/>
    <w:rsid w:val="004820E9"/>
    <w:rsid w:val="00484009"/>
    <w:rsid w:val="00484ADE"/>
    <w:rsid w:val="00493124"/>
    <w:rsid w:val="00493D30"/>
    <w:rsid w:val="00496AF4"/>
    <w:rsid w:val="004A6E3B"/>
    <w:rsid w:val="004B644E"/>
    <w:rsid w:val="004C043D"/>
    <w:rsid w:val="004C46D4"/>
    <w:rsid w:val="004D0242"/>
    <w:rsid w:val="004D552C"/>
    <w:rsid w:val="004E11A3"/>
    <w:rsid w:val="004F45F8"/>
    <w:rsid w:val="00507233"/>
    <w:rsid w:val="00552A5C"/>
    <w:rsid w:val="00554864"/>
    <w:rsid w:val="00573254"/>
    <w:rsid w:val="0059055D"/>
    <w:rsid w:val="00595FA9"/>
    <w:rsid w:val="005C633E"/>
    <w:rsid w:val="005F31E9"/>
    <w:rsid w:val="00605FC5"/>
    <w:rsid w:val="00606E58"/>
    <w:rsid w:val="00607346"/>
    <w:rsid w:val="00645BD3"/>
    <w:rsid w:val="0066706F"/>
    <w:rsid w:val="00682C5C"/>
    <w:rsid w:val="006A4FE4"/>
    <w:rsid w:val="006F2275"/>
    <w:rsid w:val="006F7B7A"/>
    <w:rsid w:val="00705E00"/>
    <w:rsid w:val="007109E1"/>
    <w:rsid w:val="00733268"/>
    <w:rsid w:val="00734EBC"/>
    <w:rsid w:val="007544B9"/>
    <w:rsid w:val="007661EA"/>
    <w:rsid w:val="00773CCD"/>
    <w:rsid w:val="00780364"/>
    <w:rsid w:val="00781721"/>
    <w:rsid w:val="007B436C"/>
    <w:rsid w:val="007D6DD9"/>
    <w:rsid w:val="007F157B"/>
    <w:rsid w:val="007F5733"/>
    <w:rsid w:val="00824CF0"/>
    <w:rsid w:val="00835D22"/>
    <w:rsid w:val="00845331"/>
    <w:rsid w:val="00883D8E"/>
    <w:rsid w:val="008B5012"/>
    <w:rsid w:val="008C35FD"/>
    <w:rsid w:val="008C3B25"/>
    <w:rsid w:val="00933710"/>
    <w:rsid w:val="00937E92"/>
    <w:rsid w:val="009415BB"/>
    <w:rsid w:val="00942AB8"/>
    <w:rsid w:val="00957119"/>
    <w:rsid w:val="009611E4"/>
    <w:rsid w:val="00965A5B"/>
    <w:rsid w:val="0098557C"/>
    <w:rsid w:val="009A7FDB"/>
    <w:rsid w:val="009C6C36"/>
    <w:rsid w:val="009D7EEC"/>
    <w:rsid w:val="00A066C4"/>
    <w:rsid w:val="00A20B6D"/>
    <w:rsid w:val="00A2637E"/>
    <w:rsid w:val="00A27C7C"/>
    <w:rsid w:val="00A6574D"/>
    <w:rsid w:val="00A70B9C"/>
    <w:rsid w:val="00A76580"/>
    <w:rsid w:val="00A9722D"/>
    <w:rsid w:val="00AD2B65"/>
    <w:rsid w:val="00B06E4C"/>
    <w:rsid w:val="00B24EB8"/>
    <w:rsid w:val="00B37E8E"/>
    <w:rsid w:val="00B45E1D"/>
    <w:rsid w:val="00B7210A"/>
    <w:rsid w:val="00B837A2"/>
    <w:rsid w:val="00B9532E"/>
    <w:rsid w:val="00BE7C1A"/>
    <w:rsid w:val="00C053B8"/>
    <w:rsid w:val="00C25A1D"/>
    <w:rsid w:val="00C373C5"/>
    <w:rsid w:val="00C50691"/>
    <w:rsid w:val="00C512B7"/>
    <w:rsid w:val="00C91D1E"/>
    <w:rsid w:val="00CB4FF0"/>
    <w:rsid w:val="00D02447"/>
    <w:rsid w:val="00D027CD"/>
    <w:rsid w:val="00D37829"/>
    <w:rsid w:val="00D458B0"/>
    <w:rsid w:val="00D60A4B"/>
    <w:rsid w:val="00D72B25"/>
    <w:rsid w:val="00D81712"/>
    <w:rsid w:val="00DC7C49"/>
    <w:rsid w:val="00DD1F8A"/>
    <w:rsid w:val="00DE041B"/>
    <w:rsid w:val="00DE3801"/>
    <w:rsid w:val="00DF06D9"/>
    <w:rsid w:val="00DF4F44"/>
    <w:rsid w:val="00E01ACF"/>
    <w:rsid w:val="00E2456D"/>
    <w:rsid w:val="00E35B09"/>
    <w:rsid w:val="00E578AF"/>
    <w:rsid w:val="00E61187"/>
    <w:rsid w:val="00E766BC"/>
    <w:rsid w:val="00E76708"/>
    <w:rsid w:val="00E86C46"/>
    <w:rsid w:val="00EA1750"/>
    <w:rsid w:val="00EC2D16"/>
    <w:rsid w:val="00EC3BBE"/>
    <w:rsid w:val="00EE4852"/>
    <w:rsid w:val="00EE7C3D"/>
    <w:rsid w:val="00EF0B1D"/>
    <w:rsid w:val="00F139E0"/>
    <w:rsid w:val="00F207CB"/>
    <w:rsid w:val="00F45AC7"/>
    <w:rsid w:val="00F60F17"/>
    <w:rsid w:val="00F642C6"/>
    <w:rsid w:val="00F666AC"/>
    <w:rsid w:val="00F673D8"/>
    <w:rsid w:val="00F81A0A"/>
    <w:rsid w:val="00F85E6C"/>
    <w:rsid w:val="00FC0675"/>
    <w:rsid w:val="00FD77A2"/>
    <w:rsid w:val="00FE1A2E"/>
    <w:rsid w:val="00FF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1CFAF84"/>
  <w15:chartTrackingRefBased/>
  <w15:docId w15:val="{9F88CB80-143B-4138-85E2-1438DCCD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sz w:val="30"/>
    </w:rPr>
  </w:style>
  <w:style w:type="paragraph" w:styleId="2">
    <w:name w:val="heading 2"/>
    <w:basedOn w:val="a"/>
    <w:next w:val="a"/>
    <w:qFormat/>
    <w:pPr>
      <w:keepNext/>
      <w:ind w:left="707" w:firstLine="709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6840"/>
      </w:tabs>
      <w:spacing w:line="280" w:lineRule="exact"/>
      <w:jc w:val="both"/>
      <w:outlineLvl w:val="2"/>
    </w:pPr>
    <w:rPr>
      <w:sz w:val="30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keepNext/>
      <w:spacing w:line="280" w:lineRule="exact"/>
      <w:ind w:right="5670"/>
      <w:outlineLvl w:val="5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exact"/>
      <w:ind w:right="5498"/>
    </w:pPr>
    <w:rPr>
      <w:sz w:val="30"/>
    </w:rPr>
  </w:style>
  <w:style w:type="paragraph" w:styleId="a4">
    <w:name w:val="Body Text Indent"/>
    <w:basedOn w:val="a"/>
    <w:pPr>
      <w:ind w:firstLine="709"/>
      <w:jc w:val="both"/>
    </w:pPr>
    <w:rPr>
      <w:sz w:val="3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Indent 2"/>
    <w:basedOn w:val="a"/>
    <w:pPr>
      <w:shd w:val="clear" w:color="auto" w:fill="FFFFFF"/>
      <w:ind w:firstLine="720"/>
      <w:jc w:val="both"/>
    </w:pPr>
    <w:rPr>
      <w:snapToGrid w:val="0"/>
      <w:sz w:val="30"/>
    </w:rPr>
  </w:style>
  <w:style w:type="paragraph" w:styleId="30">
    <w:name w:val="Body Text Indent 3"/>
    <w:basedOn w:val="a"/>
    <w:pPr>
      <w:spacing w:line="280" w:lineRule="exact"/>
      <w:ind w:left="60"/>
    </w:pPr>
    <w:rPr>
      <w:sz w:val="30"/>
    </w:rPr>
  </w:style>
  <w:style w:type="paragraph" w:styleId="21">
    <w:name w:val="Body Text 2"/>
    <w:basedOn w:val="a"/>
    <w:pPr>
      <w:jc w:val="both"/>
    </w:pPr>
    <w:rPr>
      <w:sz w:val="30"/>
    </w:rPr>
  </w:style>
  <w:style w:type="character" w:styleId="a7">
    <w:name w:val="Hyperlink"/>
    <w:rsid w:val="00EE4852"/>
    <w:rPr>
      <w:color w:val="0000FF"/>
      <w:u w:val="single"/>
    </w:rPr>
  </w:style>
  <w:style w:type="paragraph" w:styleId="a8">
    <w:name w:val="Balloon Text"/>
    <w:basedOn w:val="a"/>
    <w:link w:val="a9"/>
    <w:rsid w:val="00D024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D02447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645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rsid w:val="00A70B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70B9C"/>
    <w:rPr>
      <w:sz w:val="24"/>
      <w:szCs w:val="24"/>
    </w:rPr>
  </w:style>
  <w:style w:type="character" w:styleId="ad">
    <w:name w:val="FollowedHyperlink"/>
    <w:rsid w:val="007544B9"/>
    <w:rPr>
      <w:color w:val="954F72"/>
      <w:u w:val="single"/>
    </w:rPr>
  </w:style>
  <w:style w:type="character" w:customStyle="1" w:styleId="22">
    <w:name w:val="Основной текст (2)_"/>
    <w:rsid w:val="00D72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rsid w:val="00D72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70;&#1083;&#1080;&#1103;.SVETA\&#1056;&#1072;&#1073;&#1086;&#1095;&#1080;&#1081;%20&#1089;&#1090;&#1086;&#1083;\&#1064;&#1072;&#1073;&#1083;&#1086;&#1085;&#1099;%20&#1076;&#1086;&#1082;&#1091;&#1084;&#1077;&#1085;&#1090;&#1086;&#1074;\&#1041;&#1083;&#1072;&#1085;&#1082;%20&#1076;&#1083;&#1103;%20&#1087;&#1080;&#1089;&#1100;&#1084;&#1072;%20&#1059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для письма УО.dot</Template>
  <TotalTime>22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БРЭСЦКI АБЛАСНЫ</vt:lpstr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БРЭСЦКI АБЛАСНЫ</dc:title>
  <dc:subject/>
  <dc:creator>Пользователь</dc:creator>
  <cp:keywords/>
  <cp:lastModifiedBy>ProtOS</cp:lastModifiedBy>
  <cp:revision>4</cp:revision>
  <cp:lastPrinted>2023-08-24T10:58:00Z</cp:lastPrinted>
  <dcterms:created xsi:type="dcterms:W3CDTF">2023-08-24T10:38:00Z</dcterms:created>
  <dcterms:modified xsi:type="dcterms:W3CDTF">2023-08-24T11:00:00Z</dcterms:modified>
</cp:coreProperties>
</file>