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EB8" w:rsidRDefault="006E0F4D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2750820</wp:posOffset>
            </wp:positionH>
            <wp:positionV relativeFrom="paragraph">
              <wp:posOffset>-51435</wp:posOffset>
            </wp:positionV>
            <wp:extent cx="629285" cy="615950"/>
            <wp:effectExtent l="0" t="0" r="0" b="0"/>
            <wp:wrapNone/>
            <wp:docPr id="4" name="Рисунок 1" descr="02000003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02000003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6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0"/>
        <w:gridCol w:w="837"/>
        <w:gridCol w:w="4394"/>
      </w:tblGrid>
      <w:tr w:rsidR="00B24EB8" w:rsidTr="00E14AAE">
        <w:trPr>
          <w:cantSplit/>
          <w:trHeight w:val="1585"/>
        </w:trPr>
        <w:tc>
          <w:tcPr>
            <w:tcW w:w="4410" w:type="dxa"/>
            <w:vMerge w:val="restart"/>
          </w:tcPr>
          <w:p w:rsidR="00B24EB8" w:rsidRPr="001804CF" w:rsidRDefault="00B24EB8">
            <w:pPr>
              <w:spacing w:after="80" w:line="180" w:lineRule="exact"/>
              <w:jc w:val="center"/>
            </w:pPr>
          </w:p>
          <w:p w:rsidR="00570324" w:rsidRDefault="00570324" w:rsidP="00B7210A">
            <w:pPr>
              <w:jc w:val="center"/>
              <w:rPr>
                <w:noProof/>
                <w:sz w:val="26"/>
                <w:szCs w:val="26"/>
              </w:rPr>
            </w:pPr>
            <w:r w:rsidRPr="004B1457">
              <w:rPr>
                <w:noProof/>
                <w:sz w:val="26"/>
                <w:szCs w:val="26"/>
              </w:rPr>
              <w:t xml:space="preserve">Галоўнае </w:t>
            </w:r>
            <w:r w:rsidR="00715A27">
              <w:rPr>
                <w:noProof/>
                <w:sz w:val="26"/>
                <w:szCs w:val="26"/>
                <w:lang w:val="be-BY"/>
              </w:rPr>
              <w:t>ў</w:t>
            </w:r>
            <w:r w:rsidRPr="004B1457">
              <w:rPr>
                <w:noProof/>
                <w:sz w:val="26"/>
                <w:szCs w:val="26"/>
              </w:rPr>
              <w:t>праўленне па адукацы</w:t>
            </w:r>
          </w:p>
          <w:p w:rsidR="00DF4F44" w:rsidRPr="00A76580" w:rsidRDefault="00A76580" w:rsidP="00B7210A">
            <w:pPr>
              <w:jc w:val="center"/>
              <w:rPr>
                <w:bCs/>
                <w:iCs/>
                <w:sz w:val="26"/>
                <w:szCs w:val="26"/>
                <w:lang w:val="be-BY"/>
              </w:rPr>
            </w:pPr>
            <w:r w:rsidRPr="00A76580">
              <w:rPr>
                <w:bCs/>
                <w:iCs/>
                <w:sz w:val="26"/>
                <w:szCs w:val="26"/>
                <w:lang w:val="be-BY"/>
              </w:rPr>
              <w:t>Брэсцкага аблвыканкама</w:t>
            </w:r>
          </w:p>
          <w:p w:rsidR="00DF4F44" w:rsidRPr="00A76580" w:rsidRDefault="00A76580" w:rsidP="00B7210A">
            <w:pPr>
              <w:keepNext/>
              <w:jc w:val="center"/>
              <w:outlineLvl w:val="0"/>
              <w:rPr>
                <w:bCs/>
                <w:kern w:val="32"/>
                <w:lang w:val="be-BY"/>
              </w:rPr>
            </w:pPr>
            <w:r w:rsidRPr="00A76580">
              <w:rPr>
                <w:bCs/>
                <w:kern w:val="32"/>
                <w:lang w:val="be-BY"/>
              </w:rPr>
              <w:t>ДЗЯРЖАЎНАЯ ЎСТАНОВА АДУКАЦЫІ</w:t>
            </w:r>
          </w:p>
          <w:p w:rsidR="00DF4F44" w:rsidRPr="00A76580" w:rsidRDefault="00A76580" w:rsidP="00B7210A">
            <w:pPr>
              <w:jc w:val="center"/>
              <w:rPr>
                <w:lang w:val="be-BY"/>
              </w:rPr>
            </w:pPr>
            <w:r w:rsidRPr="00A76580">
              <w:rPr>
                <w:lang w:val="be-BY"/>
              </w:rPr>
              <w:t xml:space="preserve">“БРЭСЦКІ АБЛАСНЫ ІНСТЫТУТ </w:t>
            </w:r>
          </w:p>
          <w:p w:rsidR="00DF4F44" w:rsidRPr="005B0191" w:rsidRDefault="00A76580" w:rsidP="00B7210A">
            <w:pPr>
              <w:jc w:val="center"/>
              <w:rPr>
                <w:lang w:val="be-BY"/>
              </w:rPr>
            </w:pPr>
            <w:r w:rsidRPr="00A76580">
              <w:rPr>
                <w:lang w:val="be-BY"/>
              </w:rPr>
              <w:t>РАЗВІЦЦЯ АДУКАЦЫІ”</w:t>
            </w:r>
          </w:p>
          <w:p w:rsidR="00493D30" w:rsidRPr="001804CF" w:rsidRDefault="00B24EB8" w:rsidP="00B7210A">
            <w:pPr>
              <w:jc w:val="center"/>
            </w:pPr>
            <w:proofErr w:type="spellStart"/>
            <w:r w:rsidRPr="001804CF">
              <w:t>вул</w:t>
            </w:r>
            <w:proofErr w:type="spellEnd"/>
            <w:r w:rsidRPr="001804CF">
              <w:t xml:space="preserve">. </w:t>
            </w:r>
            <w:proofErr w:type="spellStart"/>
            <w:r w:rsidR="00933710">
              <w:t>Я.Купалы</w:t>
            </w:r>
            <w:proofErr w:type="spellEnd"/>
            <w:r w:rsidRPr="001804CF">
              <w:t xml:space="preserve">, </w:t>
            </w:r>
            <w:r w:rsidR="00933710">
              <w:t>20/1</w:t>
            </w:r>
            <w:r w:rsidRPr="001804CF">
              <w:t>, 2240</w:t>
            </w:r>
            <w:r w:rsidR="00933710">
              <w:t>20</w:t>
            </w:r>
            <w:r w:rsidRPr="001804CF">
              <w:t xml:space="preserve">, г. </w:t>
            </w:r>
            <w:proofErr w:type="spellStart"/>
            <w:r w:rsidRPr="001804CF">
              <w:t>Брэст</w:t>
            </w:r>
            <w:proofErr w:type="spellEnd"/>
            <w:r w:rsidRPr="001804CF">
              <w:t xml:space="preserve">  </w:t>
            </w:r>
          </w:p>
          <w:p w:rsidR="00B24EB8" w:rsidRPr="001804CF" w:rsidRDefault="00B24EB8" w:rsidP="00B7210A">
            <w:pPr>
              <w:jc w:val="center"/>
            </w:pPr>
            <w:proofErr w:type="spellStart"/>
            <w:proofErr w:type="gramStart"/>
            <w:r w:rsidRPr="001804CF">
              <w:t>тэл</w:t>
            </w:r>
            <w:proofErr w:type="spellEnd"/>
            <w:r w:rsidRPr="001804CF">
              <w:t>.</w:t>
            </w:r>
            <w:r w:rsidR="00933710">
              <w:t>/</w:t>
            </w:r>
            <w:proofErr w:type="gramEnd"/>
            <w:r w:rsidR="00493D30" w:rsidRPr="001804CF">
              <w:t xml:space="preserve"> </w:t>
            </w:r>
            <w:r w:rsidR="00933710" w:rsidRPr="001804CF">
              <w:t>факс</w:t>
            </w:r>
            <w:r w:rsidR="00933710">
              <w:t xml:space="preserve"> </w:t>
            </w:r>
            <w:r w:rsidR="00570324">
              <w:t>35 42 99</w:t>
            </w:r>
          </w:p>
          <w:p w:rsidR="00EE4852" w:rsidRPr="00933710" w:rsidRDefault="00EE4852" w:rsidP="00B7210A">
            <w:pPr>
              <w:jc w:val="center"/>
            </w:pPr>
            <w:r w:rsidRPr="001804CF">
              <w:t xml:space="preserve">эл. </w:t>
            </w:r>
            <w:proofErr w:type="spellStart"/>
            <w:r w:rsidRPr="001804CF">
              <w:t>адр</w:t>
            </w:r>
            <w:r w:rsidR="00493D30" w:rsidRPr="001804CF">
              <w:t>а</w:t>
            </w:r>
            <w:r w:rsidRPr="001804CF">
              <w:t>с</w:t>
            </w:r>
            <w:proofErr w:type="spellEnd"/>
            <w:r w:rsidRPr="001804CF">
              <w:t xml:space="preserve">: </w:t>
            </w:r>
            <w:r w:rsidR="00570324">
              <w:rPr>
                <w:lang w:val="en-US"/>
              </w:rPr>
              <w:t>mail</w:t>
            </w:r>
            <w:r w:rsidR="00570324" w:rsidRPr="00E9128F">
              <w:t>@</w:t>
            </w:r>
            <w:proofErr w:type="spellStart"/>
            <w:r w:rsidR="00570324">
              <w:rPr>
                <w:lang w:val="en-US"/>
              </w:rPr>
              <w:t>boiro</w:t>
            </w:r>
            <w:proofErr w:type="spellEnd"/>
            <w:r w:rsidR="00570324" w:rsidRPr="00933710">
              <w:t>.</w:t>
            </w:r>
            <w:r w:rsidR="00570324">
              <w:rPr>
                <w:lang w:val="en-US"/>
              </w:rPr>
              <w:t>by</w:t>
            </w:r>
          </w:p>
          <w:p w:rsidR="00D02447" w:rsidRDefault="00D02447">
            <w:pPr>
              <w:tabs>
                <w:tab w:val="left" w:pos="2268"/>
              </w:tabs>
              <w:rPr>
                <w:sz w:val="30"/>
              </w:rPr>
            </w:pPr>
          </w:p>
          <w:p w:rsidR="00B24EB8" w:rsidRPr="00DF7C4D" w:rsidRDefault="00B64332" w:rsidP="00571CE4">
            <w:pPr>
              <w:tabs>
                <w:tab w:val="left" w:pos="2268"/>
              </w:tabs>
              <w:rPr>
                <w:color w:val="FF0000"/>
                <w:sz w:val="30"/>
                <w:lang w:val="en-US"/>
              </w:rPr>
            </w:pPr>
            <w:r>
              <w:rPr>
                <w:sz w:val="30"/>
                <w:szCs w:val="30"/>
              </w:rPr>
              <w:t>05</w:t>
            </w:r>
            <w:r w:rsidR="004E1B2D">
              <w:rPr>
                <w:sz w:val="30"/>
                <w:szCs w:val="30"/>
              </w:rPr>
              <w:t>.</w:t>
            </w:r>
            <w:r w:rsidR="00831126">
              <w:rPr>
                <w:sz w:val="30"/>
                <w:szCs w:val="30"/>
              </w:rPr>
              <w:t>0</w:t>
            </w:r>
            <w:r>
              <w:rPr>
                <w:sz w:val="30"/>
                <w:szCs w:val="30"/>
              </w:rPr>
              <w:t>3</w:t>
            </w:r>
            <w:r w:rsidR="007C109C" w:rsidRPr="00886AC1">
              <w:rPr>
                <w:sz w:val="30"/>
                <w:szCs w:val="30"/>
              </w:rPr>
              <w:t>.20</w:t>
            </w:r>
            <w:r w:rsidR="00886AC1" w:rsidRPr="00886AC1">
              <w:rPr>
                <w:sz w:val="30"/>
                <w:szCs w:val="30"/>
              </w:rPr>
              <w:t>2</w:t>
            </w:r>
            <w:r w:rsidR="00831126">
              <w:rPr>
                <w:sz w:val="30"/>
                <w:szCs w:val="30"/>
              </w:rPr>
              <w:t>5</w:t>
            </w:r>
            <w:r w:rsidR="00570324" w:rsidRPr="00886AC1">
              <w:rPr>
                <w:sz w:val="30"/>
                <w:szCs w:val="30"/>
              </w:rPr>
              <w:t xml:space="preserve"> </w:t>
            </w:r>
            <w:r w:rsidR="005E2C62" w:rsidRPr="00886AC1">
              <w:rPr>
                <w:sz w:val="30"/>
              </w:rPr>
              <w:t>№</w:t>
            </w:r>
            <w:r w:rsidR="005370ED" w:rsidRPr="00886AC1">
              <w:rPr>
                <w:sz w:val="30"/>
              </w:rPr>
              <w:t xml:space="preserve"> </w:t>
            </w:r>
            <w:r w:rsidR="003B6A88">
              <w:rPr>
                <w:sz w:val="30"/>
              </w:rPr>
              <w:t>0</w:t>
            </w:r>
            <w:r w:rsidR="00E14AAE">
              <w:rPr>
                <w:sz w:val="30"/>
              </w:rPr>
              <w:t>2</w:t>
            </w:r>
            <w:r w:rsidR="003B6A88">
              <w:rPr>
                <w:sz w:val="30"/>
              </w:rPr>
              <w:t>-0</w:t>
            </w:r>
            <w:r w:rsidR="00E14AAE">
              <w:rPr>
                <w:sz w:val="30"/>
              </w:rPr>
              <w:t>5</w:t>
            </w:r>
            <w:r w:rsidR="00C87BC4" w:rsidRPr="00DB6AF2">
              <w:rPr>
                <w:color w:val="000000"/>
                <w:sz w:val="30"/>
              </w:rPr>
              <w:t>/</w:t>
            </w:r>
            <w:r w:rsidR="00776D9F">
              <w:rPr>
                <w:color w:val="000000"/>
                <w:sz w:val="30"/>
              </w:rPr>
              <w:t>435</w:t>
            </w:r>
          </w:p>
          <w:p w:rsidR="00B24EB8" w:rsidRPr="001804CF" w:rsidRDefault="00B24EB8">
            <w:pPr>
              <w:tabs>
                <w:tab w:val="left" w:pos="2268"/>
              </w:tabs>
              <w:spacing w:line="120" w:lineRule="auto"/>
              <w:rPr>
                <w:sz w:val="30"/>
              </w:rPr>
            </w:pPr>
            <w:r w:rsidRPr="001804CF">
              <w:rPr>
                <w:sz w:val="3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24EB8" w:rsidRPr="00681D11" w:rsidRDefault="00B24EB8" w:rsidP="00571CE4">
            <w:pPr>
              <w:pStyle w:val="a6"/>
              <w:tabs>
                <w:tab w:val="clear" w:pos="4153"/>
                <w:tab w:val="clear" w:pos="8306"/>
              </w:tabs>
            </w:pPr>
          </w:p>
        </w:tc>
        <w:tc>
          <w:tcPr>
            <w:tcW w:w="837" w:type="dxa"/>
          </w:tcPr>
          <w:p w:rsidR="00B24EB8" w:rsidRPr="001804CF" w:rsidRDefault="00B24EB8">
            <w:pPr>
              <w:jc w:val="both"/>
            </w:pPr>
          </w:p>
          <w:p w:rsidR="00B24EB8" w:rsidRPr="001804CF" w:rsidRDefault="00B24EB8"/>
        </w:tc>
        <w:tc>
          <w:tcPr>
            <w:tcW w:w="4394" w:type="dxa"/>
          </w:tcPr>
          <w:p w:rsidR="00B24EB8" w:rsidRPr="001804CF" w:rsidRDefault="00B24EB8">
            <w:pPr>
              <w:spacing w:after="80" w:line="180" w:lineRule="exact"/>
              <w:jc w:val="center"/>
            </w:pPr>
          </w:p>
          <w:p w:rsidR="00570324" w:rsidRPr="004B1457" w:rsidRDefault="00570324" w:rsidP="00570324">
            <w:pPr>
              <w:tabs>
                <w:tab w:val="left" w:pos="4678"/>
              </w:tabs>
              <w:jc w:val="center"/>
              <w:rPr>
                <w:sz w:val="26"/>
                <w:szCs w:val="26"/>
              </w:rPr>
            </w:pPr>
            <w:r w:rsidRPr="004B1457">
              <w:rPr>
                <w:sz w:val="26"/>
                <w:szCs w:val="26"/>
              </w:rPr>
              <w:t>Главное управление по образованию</w:t>
            </w:r>
          </w:p>
          <w:p w:rsidR="00933710" w:rsidRPr="00A76580" w:rsidRDefault="00A76580" w:rsidP="00933710">
            <w:pPr>
              <w:tabs>
                <w:tab w:val="left" w:pos="4678"/>
              </w:tabs>
              <w:jc w:val="center"/>
              <w:rPr>
                <w:bCs/>
                <w:iCs/>
                <w:sz w:val="26"/>
                <w:szCs w:val="26"/>
              </w:rPr>
            </w:pPr>
            <w:r w:rsidRPr="00A76580">
              <w:rPr>
                <w:bCs/>
                <w:iCs/>
                <w:sz w:val="26"/>
                <w:szCs w:val="26"/>
              </w:rPr>
              <w:t>Брестского облисполкома</w:t>
            </w:r>
          </w:p>
          <w:p w:rsidR="00DF4F44" w:rsidRPr="00A76580" w:rsidRDefault="00933710" w:rsidP="00933710">
            <w:pPr>
              <w:tabs>
                <w:tab w:val="left" w:pos="4678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  <w:r w:rsidR="00A76580" w:rsidRPr="00A76580">
              <w:rPr>
                <w:bCs/>
                <w:kern w:val="32"/>
                <w:lang w:val="be-BY"/>
              </w:rPr>
              <w:t>ГОСУДАРСТВЕННОЕ УЧРЕЖДЕНИЕ ОБРАЗОВАНИЯ</w:t>
            </w:r>
          </w:p>
          <w:p w:rsidR="00DF4F44" w:rsidRPr="00A76580" w:rsidRDefault="00A76580" w:rsidP="009B2B2D">
            <w:pPr>
              <w:rPr>
                <w:lang w:val="be-BY"/>
              </w:rPr>
            </w:pPr>
            <w:r w:rsidRPr="00A76580">
              <w:rPr>
                <w:lang w:val="be-BY"/>
              </w:rPr>
              <w:t xml:space="preserve">“БРЕСТСКИЙ ОБЛАСТНОЙ </w:t>
            </w:r>
            <w:r w:rsidR="009B2B2D">
              <w:rPr>
                <w:lang w:val="be-BY"/>
              </w:rPr>
              <w:t>И</w:t>
            </w:r>
            <w:r w:rsidRPr="00A76580">
              <w:rPr>
                <w:lang w:val="be-BY"/>
              </w:rPr>
              <w:t xml:space="preserve">НСТИТУТ </w:t>
            </w:r>
          </w:p>
          <w:p w:rsidR="00DF4F44" w:rsidRPr="00A76580" w:rsidRDefault="00A76580" w:rsidP="00B7210A">
            <w:pPr>
              <w:tabs>
                <w:tab w:val="left" w:pos="4678"/>
              </w:tabs>
              <w:jc w:val="center"/>
            </w:pPr>
            <w:r w:rsidRPr="00A76580">
              <w:rPr>
                <w:lang w:val="be-BY"/>
              </w:rPr>
              <w:t>РАЗВИТИЯ ОБРАЗОВАНИЯ”</w:t>
            </w:r>
          </w:p>
          <w:p w:rsidR="00493D30" w:rsidRPr="001804CF" w:rsidRDefault="00B24EB8" w:rsidP="00B7210A">
            <w:pPr>
              <w:jc w:val="center"/>
            </w:pPr>
            <w:r w:rsidRPr="001804CF">
              <w:t xml:space="preserve">ул. </w:t>
            </w:r>
            <w:proofErr w:type="spellStart"/>
            <w:r w:rsidR="00933710">
              <w:t>Я.Купалы</w:t>
            </w:r>
            <w:proofErr w:type="spellEnd"/>
            <w:r w:rsidRPr="001804CF">
              <w:t xml:space="preserve">, </w:t>
            </w:r>
            <w:r w:rsidR="00933710">
              <w:t>20/1</w:t>
            </w:r>
            <w:r w:rsidRPr="001804CF">
              <w:t>, 2240</w:t>
            </w:r>
            <w:r w:rsidR="00933710">
              <w:t>20</w:t>
            </w:r>
            <w:r w:rsidRPr="001804CF">
              <w:t xml:space="preserve">, г. Брест  </w:t>
            </w:r>
          </w:p>
          <w:p w:rsidR="00493D30" w:rsidRPr="001804CF" w:rsidRDefault="00493D30" w:rsidP="00B7210A">
            <w:pPr>
              <w:jc w:val="center"/>
            </w:pPr>
            <w:r w:rsidRPr="001804CF">
              <w:t>т</w:t>
            </w:r>
            <w:r w:rsidR="00954AF9">
              <w:t>е</w:t>
            </w:r>
            <w:r w:rsidRPr="001804CF">
              <w:t>л.</w:t>
            </w:r>
            <w:r w:rsidR="00933710">
              <w:t>/</w:t>
            </w:r>
            <w:r w:rsidRPr="001804CF">
              <w:t xml:space="preserve"> </w:t>
            </w:r>
            <w:r w:rsidR="00933710" w:rsidRPr="001804CF">
              <w:t xml:space="preserve">факс </w:t>
            </w:r>
            <w:r w:rsidR="00570324">
              <w:t>35 42 99</w:t>
            </w:r>
          </w:p>
          <w:p w:rsidR="00EE4852" w:rsidRPr="001804CF" w:rsidRDefault="001446CE" w:rsidP="00B7210A">
            <w:pPr>
              <w:jc w:val="center"/>
            </w:pPr>
            <w:r w:rsidRPr="001804CF">
              <w:t xml:space="preserve">эл. адрес: </w:t>
            </w:r>
            <w:r w:rsidR="00570324">
              <w:rPr>
                <w:lang w:val="en-US"/>
              </w:rPr>
              <w:t>mail</w:t>
            </w:r>
            <w:r w:rsidR="00570324" w:rsidRPr="00E9128F">
              <w:t>@</w:t>
            </w:r>
            <w:proofErr w:type="spellStart"/>
            <w:r w:rsidR="00570324">
              <w:rPr>
                <w:lang w:val="en-US"/>
              </w:rPr>
              <w:t>boiro</w:t>
            </w:r>
            <w:proofErr w:type="spellEnd"/>
            <w:r w:rsidR="00570324" w:rsidRPr="00933710">
              <w:t>.</w:t>
            </w:r>
            <w:r w:rsidR="00570324">
              <w:rPr>
                <w:lang w:val="en-US"/>
              </w:rPr>
              <w:t>by</w:t>
            </w:r>
          </w:p>
          <w:p w:rsidR="00B24EB8" w:rsidRPr="001804CF" w:rsidRDefault="00B24EB8" w:rsidP="00EE4852">
            <w:pPr>
              <w:spacing w:line="120" w:lineRule="auto"/>
            </w:pPr>
          </w:p>
        </w:tc>
      </w:tr>
      <w:tr w:rsidR="0040343F" w:rsidTr="00E14AAE">
        <w:trPr>
          <w:cantSplit/>
          <w:trHeight w:val="341"/>
        </w:trPr>
        <w:tc>
          <w:tcPr>
            <w:tcW w:w="4410" w:type="dxa"/>
            <w:vMerge/>
          </w:tcPr>
          <w:p w:rsidR="0040343F" w:rsidRDefault="0040343F">
            <w:pPr>
              <w:spacing w:after="80" w:line="240" w:lineRule="exact"/>
              <w:jc w:val="center"/>
              <w:rPr>
                <w:noProof/>
              </w:rPr>
            </w:pPr>
          </w:p>
        </w:tc>
        <w:tc>
          <w:tcPr>
            <w:tcW w:w="5231" w:type="dxa"/>
            <w:gridSpan w:val="2"/>
            <w:vMerge w:val="restart"/>
          </w:tcPr>
          <w:p w:rsidR="003B6A88" w:rsidRDefault="00AE401C" w:rsidP="0024126C">
            <w:pPr>
              <w:pStyle w:val="30"/>
              <w:spacing w:line="240" w:lineRule="auto"/>
              <w:ind w:left="-13"/>
              <w:rPr>
                <w:szCs w:val="30"/>
              </w:rPr>
            </w:pPr>
            <w:r>
              <w:rPr>
                <w:szCs w:val="30"/>
              </w:rPr>
              <w:t xml:space="preserve">Начальникам управлений, отделов </w:t>
            </w:r>
            <w:r w:rsidR="00BF332B">
              <w:rPr>
                <w:szCs w:val="30"/>
              </w:rPr>
              <w:t xml:space="preserve">по образованию </w:t>
            </w:r>
            <w:proofErr w:type="spellStart"/>
            <w:r>
              <w:rPr>
                <w:szCs w:val="30"/>
              </w:rPr>
              <w:t>горрайисполкомов</w:t>
            </w:r>
            <w:proofErr w:type="spellEnd"/>
            <w:r w:rsidR="001D62CA">
              <w:rPr>
                <w:szCs w:val="30"/>
              </w:rPr>
              <w:t xml:space="preserve">, </w:t>
            </w:r>
            <w:r w:rsidR="008A2834">
              <w:rPr>
                <w:szCs w:val="30"/>
              </w:rPr>
              <w:t>администраций районов г. Бреста</w:t>
            </w:r>
          </w:p>
          <w:p w:rsidR="00C23584" w:rsidRDefault="00C23584" w:rsidP="0024126C">
            <w:pPr>
              <w:pStyle w:val="30"/>
              <w:spacing w:line="240" w:lineRule="auto"/>
              <w:ind w:left="-13"/>
              <w:rPr>
                <w:szCs w:val="30"/>
              </w:rPr>
            </w:pPr>
            <w:r>
              <w:rPr>
                <w:szCs w:val="30"/>
              </w:rPr>
              <w:t xml:space="preserve">Директору ГУО «Брестский областной лицей имени П.М. </w:t>
            </w:r>
            <w:proofErr w:type="spellStart"/>
            <w:r>
              <w:rPr>
                <w:szCs w:val="30"/>
              </w:rPr>
              <w:t>Машерова</w:t>
            </w:r>
            <w:proofErr w:type="spellEnd"/>
            <w:r>
              <w:rPr>
                <w:szCs w:val="30"/>
              </w:rPr>
              <w:t>»</w:t>
            </w:r>
          </w:p>
          <w:p w:rsidR="00436AD7" w:rsidRPr="00EA7778" w:rsidRDefault="00436AD7" w:rsidP="00A24C45">
            <w:pPr>
              <w:pStyle w:val="30"/>
              <w:spacing w:line="240" w:lineRule="auto"/>
              <w:ind w:left="-13"/>
              <w:rPr>
                <w:szCs w:val="30"/>
              </w:rPr>
            </w:pPr>
          </w:p>
        </w:tc>
      </w:tr>
      <w:tr w:rsidR="0040343F" w:rsidTr="00E14AAE">
        <w:trPr>
          <w:cantSplit/>
          <w:trHeight w:val="341"/>
        </w:trPr>
        <w:tc>
          <w:tcPr>
            <w:tcW w:w="4410" w:type="dxa"/>
          </w:tcPr>
          <w:p w:rsidR="0040343F" w:rsidRDefault="0040343F">
            <w:pPr>
              <w:spacing w:after="80" w:line="240" w:lineRule="exact"/>
              <w:jc w:val="center"/>
              <w:rPr>
                <w:noProof/>
              </w:rPr>
            </w:pPr>
          </w:p>
        </w:tc>
        <w:tc>
          <w:tcPr>
            <w:tcW w:w="5231" w:type="dxa"/>
            <w:gridSpan w:val="2"/>
            <w:vMerge/>
          </w:tcPr>
          <w:p w:rsidR="0040343F" w:rsidRPr="00EA7778" w:rsidRDefault="0040343F" w:rsidP="00D02447">
            <w:pPr>
              <w:pStyle w:val="5"/>
              <w:rPr>
                <w:b w:val="0"/>
                <w:i w:val="0"/>
                <w:color w:val="FF00FF"/>
                <w:sz w:val="30"/>
                <w:szCs w:val="30"/>
              </w:rPr>
            </w:pPr>
          </w:p>
        </w:tc>
      </w:tr>
    </w:tbl>
    <w:p w:rsidR="002962FC" w:rsidRDefault="00776D9F" w:rsidP="002962FC">
      <w:pPr>
        <w:pStyle w:val="a3"/>
        <w:spacing w:line="240" w:lineRule="auto"/>
        <w:ind w:right="0"/>
      </w:pPr>
      <w:r>
        <w:t>Об олимпиаде</w:t>
      </w:r>
    </w:p>
    <w:p w:rsidR="004760FC" w:rsidRDefault="00776D9F" w:rsidP="00AB49D1">
      <w:pPr>
        <w:pStyle w:val="a3"/>
        <w:spacing w:after="120" w:line="240" w:lineRule="auto"/>
        <w:ind w:right="0"/>
      </w:pPr>
      <w:r>
        <w:t>по программированию</w:t>
      </w:r>
    </w:p>
    <w:p w:rsidR="00C23584" w:rsidRDefault="00C23584" w:rsidP="00831126">
      <w:pPr>
        <w:pStyle w:val="23"/>
        <w:shd w:val="clear" w:color="auto" w:fill="auto"/>
        <w:spacing w:after="0" w:line="240" w:lineRule="auto"/>
        <w:ind w:right="-1" w:firstLine="740"/>
        <w:jc w:val="both"/>
        <w:rPr>
          <w:sz w:val="30"/>
          <w:szCs w:val="30"/>
        </w:rPr>
      </w:pPr>
    </w:p>
    <w:p w:rsidR="00DC003B" w:rsidRPr="00B64332" w:rsidRDefault="00E84F2D" w:rsidP="00DC003B">
      <w:pPr>
        <w:pStyle w:val="23"/>
        <w:spacing w:line="346" w:lineRule="exact"/>
        <w:ind w:firstLine="760"/>
        <w:jc w:val="both"/>
        <w:rPr>
          <w:sz w:val="30"/>
          <w:szCs w:val="30"/>
        </w:rPr>
      </w:pPr>
      <w:r w:rsidRPr="00C23584">
        <w:rPr>
          <w:sz w:val="30"/>
          <w:szCs w:val="30"/>
        </w:rPr>
        <w:t xml:space="preserve">Государственное учреждение образования «Брестский областной институт развития образования» </w:t>
      </w:r>
      <w:r w:rsidR="00DC003B">
        <w:rPr>
          <w:sz w:val="30"/>
          <w:szCs w:val="30"/>
        </w:rPr>
        <w:t xml:space="preserve">на основании письма </w:t>
      </w:r>
      <w:r w:rsidR="00B64332">
        <w:rPr>
          <w:sz w:val="30"/>
          <w:szCs w:val="30"/>
        </w:rPr>
        <w:t xml:space="preserve">УО «Брестский государственный технический университет» </w:t>
      </w:r>
      <w:r w:rsidR="00DC003B">
        <w:rPr>
          <w:sz w:val="30"/>
          <w:szCs w:val="30"/>
        </w:rPr>
        <w:t xml:space="preserve">№ </w:t>
      </w:r>
      <w:r w:rsidR="00DC003B" w:rsidRPr="00DC003B">
        <w:rPr>
          <w:sz w:val="30"/>
          <w:szCs w:val="30"/>
        </w:rPr>
        <w:t>0</w:t>
      </w:r>
      <w:r w:rsidR="00B64332">
        <w:rPr>
          <w:sz w:val="30"/>
          <w:szCs w:val="30"/>
        </w:rPr>
        <w:t>7</w:t>
      </w:r>
      <w:r w:rsidR="00DC003B" w:rsidRPr="00DC003B">
        <w:rPr>
          <w:sz w:val="30"/>
          <w:szCs w:val="30"/>
        </w:rPr>
        <w:t>-0</w:t>
      </w:r>
      <w:r w:rsidR="00B64332">
        <w:rPr>
          <w:sz w:val="30"/>
          <w:szCs w:val="30"/>
        </w:rPr>
        <w:t>4</w:t>
      </w:r>
      <w:r w:rsidR="00DC003B" w:rsidRPr="00DC003B">
        <w:rPr>
          <w:sz w:val="30"/>
          <w:szCs w:val="30"/>
        </w:rPr>
        <w:t>/</w:t>
      </w:r>
      <w:r w:rsidR="00B64332">
        <w:rPr>
          <w:sz w:val="30"/>
          <w:szCs w:val="30"/>
        </w:rPr>
        <w:t>774</w:t>
      </w:r>
      <w:r w:rsidR="00DC003B">
        <w:rPr>
          <w:sz w:val="30"/>
          <w:szCs w:val="30"/>
        </w:rPr>
        <w:t xml:space="preserve"> от </w:t>
      </w:r>
      <w:r w:rsidR="00B64332">
        <w:rPr>
          <w:sz w:val="30"/>
          <w:szCs w:val="30"/>
        </w:rPr>
        <w:t>28</w:t>
      </w:r>
      <w:r w:rsidR="00DC003B">
        <w:rPr>
          <w:sz w:val="30"/>
          <w:szCs w:val="30"/>
        </w:rPr>
        <w:t xml:space="preserve">.02.2025 </w:t>
      </w:r>
      <w:r w:rsidR="00B64332">
        <w:rPr>
          <w:sz w:val="30"/>
          <w:szCs w:val="30"/>
        </w:rPr>
        <w:t xml:space="preserve">просит оказать содействие в привлечении к участию в </w:t>
      </w:r>
      <w:r w:rsidR="00B64332">
        <w:rPr>
          <w:sz w:val="30"/>
          <w:szCs w:val="30"/>
          <w:lang w:val="en-US"/>
        </w:rPr>
        <w:t>XI</w:t>
      </w:r>
      <w:r w:rsidR="00B64332">
        <w:rPr>
          <w:sz w:val="30"/>
          <w:szCs w:val="30"/>
          <w:lang w:val="be-BY"/>
        </w:rPr>
        <w:t xml:space="preserve"> </w:t>
      </w:r>
      <w:r w:rsidR="00B64332">
        <w:rPr>
          <w:sz w:val="30"/>
          <w:szCs w:val="30"/>
        </w:rPr>
        <w:t xml:space="preserve">олимпиаде </w:t>
      </w:r>
      <w:proofErr w:type="spellStart"/>
      <w:r w:rsidR="00B64332">
        <w:rPr>
          <w:sz w:val="30"/>
          <w:szCs w:val="30"/>
        </w:rPr>
        <w:t>БрГТУ</w:t>
      </w:r>
      <w:proofErr w:type="spellEnd"/>
      <w:r w:rsidR="00B64332">
        <w:rPr>
          <w:sz w:val="30"/>
          <w:szCs w:val="30"/>
        </w:rPr>
        <w:t xml:space="preserve"> по программированию мотивированных и подготовленных </w:t>
      </w:r>
      <w:r w:rsidR="00914AD0">
        <w:rPr>
          <w:sz w:val="30"/>
          <w:szCs w:val="30"/>
        </w:rPr>
        <w:t xml:space="preserve">учащихся 9-11 классов учреждений общего среднего образования, реализующих образовательные программы общего среднего образования. </w:t>
      </w:r>
    </w:p>
    <w:p w:rsidR="00DC003B" w:rsidRPr="00C23584" w:rsidRDefault="00DC003B" w:rsidP="002962FC">
      <w:pPr>
        <w:pStyle w:val="23"/>
        <w:spacing w:line="346" w:lineRule="exact"/>
        <w:jc w:val="both"/>
        <w:rPr>
          <w:color w:val="000000"/>
          <w:sz w:val="30"/>
          <w:szCs w:val="30"/>
          <w:lang w:bidi="ru-RU"/>
        </w:rPr>
      </w:pPr>
      <w:r w:rsidRPr="00DC003B">
        <w:rPr>
          <w:sz w:val="30"/>
          <w:szCs w:val="30"/>
        </w:rPr>
        <w:t>П</w:t>
      </w:r>
      <w:r>
        <w:rPr>
          <w:sz w:val="30"/>
          <w:szCs w:val="30"/>
        </w:rPr>
        <w:t>р</w:t>
      </w:r>
      <w:r w:rsidRPr="00DC003B">
        <w:rPr>
          <w:sz w:val="30"/>
          <w:szCs w:val="30"/>
        </w:rPr>
        <w:t>иложение:</w:t>
      </w:r>
      <w:r>
        <w:rPr>
          <w:sz w:val="30"/>
          <w:szCs w:val="30"/>
        </w:rPr>
        <w:t xml:space="preserve"> </w:t>
      </w:r>
      <w:r w:rsidR="002962FC">
        <w:rPr>
          <w:sz w:val="30"/>
          <w:szCs w:val="30"/>
        </w:rPr>
        <w:t xml:space="preserve">на </w:t>
      </w:r>
      <w:r w:rsidR="00914AD0">
        <w:rPr>
          <w:sz w:val="30"/>
          <w:szCs w:val="30"/>
        </w:rPr>
        <w:t>1 л. в 1 экз.</w:t>
      </w:r>
      <w:r w:rsidRPr="00DC003B">
        <w:rPr>
          <w:sz w:val="30"/>
          <w:szCs w:val="30"/>
        </w:rPr>
        <w:tab/>
      </w:r>
    </w:p>
    <w:p w:rsidR="00037F0E" w:rsidRDefault="00F97F5E" w:rsidP="00E84F2D">
      <w:pPr>
        <w:pStyle w:val="ad"/>
        <w:spacing w:before="360"/>
        <w:jc w:val="both"/>
        <w:rPr>
          <w:sz w:val="30"/>
          <w:szCs w:val="30"/>
        </w:rPr>
      </w:pPr>
      <w:r>
        <w:rPr>
          <w:sz w:val="30"/>
          <w:szCs w:val="30"/>
        </w:rPr>
        <w:t>Р</w:t>
      </w:r>
      <w:r w:rsidR="00471917">
        <w:rPr>
          <w:sz w:val="30"/>
          <w:szCs w:val="30"/>
        </w:rPr>
        <w:t>ектор института</w:t>
      </w:r>
      <w:r w:rsidR="00A60E39">
        <w:rPr>
          <w:sz w:val="30"/>
          <w:szCs w:val="30"/>
        </w:rPr>
        <w:t xml:space="preserve"> </w:t>
      </w:r>
      <w:r w:rsidR="00C64C9E">
        <w:rPr>
          <w:sz w:val="30"/>
          <w:szCs w:val="30"/>
        </w:rPr>
        <w:tab/>
      </w:r>
      <w:r w:rsidR="00C64C9E">
        <w:rPr>
          <w:sz w:val="30"/>
          <w:szCs w:val="30"/>
        </w:rPr>
        <w:tab/>
      </w:r>
      <w:r w:rsidR="00C64C9E">
        <w:rPr>
          <w:sz w:val="30"/>
          <w:szCs w:val="30"/>
        </w:rPr>
        <w:tab/>
      </w:r>
      <w:r w:rsidR="00C64C9E">
        <w:rPr>
          <w:sz w:val="30"/>
          <w:szCs w:val="30"/>
        </w:rPr>
        <w:tab/>
      </w:r>
      <w:r w:rsidR="00C64C9E">
        <w:rPr>
          <w:sz w:val="30"/>
          <w:szCs w:val="30"/>
        </w:rPr>
        <w:tab/>
      </w:r>
      <w:r w:rsidR="00C64C9E">
        <w:rPr>
          <w:sz w:val="30"/>
          <w:szCs w:val="30"/>
        </w:rPr>
        <w:tab/>
      </w:r>
      <w:r w:rsidR="00C64C9E">
        <w:rPr>
          <w:sz w:val="30"/>
          <w:szCs w:val="30"/>
        </w:rPr>
        <w:tab/>
      </w:r>
      <w:r w:rsidR="00471917">
        <w:rPr>
          <w:sz w:val="30"/>
          <w:szCs w:val="30"/>
        </w:rPr>
        <w:t xml:space="preserve">А.В. </w:t>
      </w:r>
      <w:proofErr w:type="spellStart"/>
      <w:r w:rsidR="00471917">
        <w:rPr>
          <w:sz w:val="30"/>
          <w:szCs w:val="30"/>
        </w:rPr>
        <w:t>Мощук</w:t>
      </w:r>
      <w:proofErr w:type="spellEnd"/>
    </w:p>
    <w:p w:rsidR="00C23584" w:rsidRDefault="00C23584" w:rsidP="00E84F2D">
      <w:pPr>
        <w:pStyle w:val="ad"/>
        <w:spacing w:before="360"/>
        <w:jc w:val="both"/>
        <w:rPr>
          <w:sz w:val="30"/>
          <w:szCs w:val="30"/>
        </w:rPr>
      </w:pPr>
    </w:p>
    <w:p w:rsidR="00914AD0" w:rsidRDefault="00914AD0" w:rsidP="00C23584">
      <w:pPr>
        <w:spacing w:line="280" w:lineRule="exact"/>
        <w:jc w:val="both"/>
        <w:rPr>
          <w:sz w:val="18"/>
          <w:szCs w:val="18"/>
        </w:rPr>
      </w:pPr>
    </w:p>
    <w:p w:rsidR="00914AD0" w:rsidRDefault="00914AD0" w:rsidP="00C23584">
      <w:pPr>
        <w:spacing w:line="280" w:lineRule="exact"/>
        <w:jc w:val="both"/>
        <w:rPr>
          <w:sz w:val="18"/>
          <w:szCs w:val="18"/>
        </w:rPr>
      </w:pPr>
    </w:p>
    <w:p w:rsidR="00914AD0" w:rsidRDefault="00914AD0" w:rsidP="00C23584">
      <w:pPr>
        <w:spacing w:line="280" w:lineRule="exact"/>
        <w:jc w:val="both"/>
        <w:rPr>
          <w:sz w:val="18"/>
          <w:szCs w:val="18"/>
        </w:rPr>
      </w:pPr>
    </w:p>
    <w:p w:rsidR="00776D9F" w:rsidRDefault="00776D9F" w:rsidP="00C23584">
      <w:pPr>
        <w:spacing w:line="280" w:lineRule="exact"/>
        <w:jc w:val="both"/>
        <w:rPr>
          <w:sz w:val="18"/>
          <w:szCs w:val="18"/>
        </w:rPr>
      </w:pPr>
      <w:bookmarkStart w:id="0" w:name="_GoBack"/>
      <w:bookmarkEnd w:id="0"/>
    </w:p>
    <w:p w:rsidR="00914AD0" w:rsidRDefault="00914AD0" w:rsidP="00C23584">
      <w:pPr>
        <w:spacing w:line="280" w:lineRule="exact"/>
        <w:jc w:val="both"/>
        <w:rPr>
          <w:sz w:val="18"/>
          <w:szCs w:val="18"/>
        </w:rPr>
      </w:pPr>
    </w:p>
    <w:p w:rsidR="00914AD0" w:rsidRDefault="00914AD0" w:rsidP="00C23584">
      <w:pPr>
        <w:spacing w:line="280" w:lineRule="exact"/>
        <w:jc w:val="both"/>
        <w:rPr>
          <w:sz w:val="18"/>
          <w:szCs w:val="18"/>
        </w:rPr>
      </w:pPr>
    </w:p>
    <w:p w:rsidR="00914AD0" w:rsidRDefault="00914AD0" w:rsidP="00C23584">
      <w:pPr>
        <w:spacing w:line="280" w:lineRule="exact"/>
        <w:jc w:val="both"/>
        <w:rPr>
          <w:sz w:val="18"/>
          <w:szCs w:val="18"/>
        </w:rPr>
      </w:pPr>
    </w:p>
    <w:p w:rsidR="00C23584" w:rsidRDefault="00C23584" w:rsidP="00C23584">
      <w:pPr>
        <w:spacing w:line="280" w:lineRule="exac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05.1 </w:t>
      </w:r>
      <w:proofErr w:type="spellStart"/>
      <w:r>
        <w:rPr>
          <w:sz w:val="18"/>
          <w:szCs w:val="18"/>
        </w:rPr>
        <w:t>Мисюра</w:t>
      </w:r>
      <w:proofErr w:type="spellEnd"/>
      <w:r>
        <w:rPr>
          <w:sz w:val="18"/>
          <w:szCs w:val="18"/>
        </w:rPr>
        <w:t xml:space="preserve"> 354276</w:t>
      </w:r>
    </w:p>
    <w:p w:rsidR="00C23584" w:rsidRPr="00C23584" w:rsidRDefault="00C23584" w:rsidP="00DC003B">
      <w:pPr>
        <w:spacing w:line="280" w:lineRule="exact"/>
        <w:rPr>
          <w:sz w:val="18"/>
          <w:szCs w:val="18"/>
        </w:rPr>
      </w:pPr>
      <w:r>
        <w:rPr>
          <w:sz w:val="18"/>
          <w:szCs w:val="18"/>
        </w:rPr>
        <w:t>Электронный документ соответствует оригиналу</w:t>
      </w:r>
    </w:p>
    <w:sectPr w:rsidR="00C23584" w:rsidRPr="00C23584" w:rsidSect="00DC003B">
      <w:headerReference w:type="even" r:id="rId9"/>
      <w:headerReference w:type="default" r:id="rId10"/>
      <w:pgSz w:w="11906" w:h="16838" w:code="9"/>
      <w:pgMar w:top="1134" w:right="850" w:bottom="1134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688" w:rsidRDefault="00AC6688">
      <w:r>
        <w:separator/>
      </w:r>
    </w:p>
  </w:endnote>
  <w:endnote w:type="continuationSeparator" w:id="0">
    <w:p w:rsidR="00AC6688" w:rsidRDefault="00AC6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688" w:rsidRDefault="00AC6688">
      <w:r>
        <w:separator/>
      </w:r>
    </w:p>
  </w:footnote>
  <w:footnote w:type="continuationSeparator" w:id="0">
    <w:p w:rsidR="00AC6688" w:rsidRDefault="00AC6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2FD" w:rsidRDefault="00A962F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962FD" w:rsidRDefault="00A962F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2FD" w:rsidRDefault="00A962F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962FC">
      <w:rPr>
        <w:rStyle w:val="a7"/>
        <w:noProof/>
      </w:rPr>
      <w:t>2</w:t>
    </w:r>
    <w:r>
      <w:rPr>
        <w:rStyle w:val="a7"/>
      </w:rPr>
      <w:fldChar w:fldCharType="end"/>
    </w:r>
  </w:p>
  <w:p w:rsidR="00A962FD" w:rsidRDefault="00A962F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CCB"/>
    <w:multiLevelType w:val="hybridMultilevel"/>
    <w:tmpl w:val="839C8844"/>
    <w:lvl w:ilvl="0" w:tplc="CE960928">
      <w:start w:val="1"/>
      <w:numFmt w:val="decimal"/>
      <w:lvlText w:val="%1)"/>
      <w:lvlJc w:val="left"/>
      <w:pPr>
        <w:ind w:left="1068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523DCC"/>
    <w:multiLevelType w:val="hybridMultilevel"/>
    <w:tmpl w:val="4C3C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94BFF"/>
    <w:multiLevelType w:val="hybridMultilevel"/>
    <w:tmpl w:val="77A2F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92AE3"/>
    <w:multiLevelType w:val="hybridMultilevel"/>
    <w:tmpl w:val="344C9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63681"/>
    <w:multiLevelType w:val="multilevel"/>
    <w:tmpl w:val="59962F9A"/>
    <w:lvl w:ilvl="0">
      <w:start w:val="2025"/>
      <w:numFmt w:val="decimal"/>
      <w:lvlText w:val="14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400F8F"/>
    <w:multiLevelType w:val="hybridMultilevel"/>
    <w:tmpl w:val="49A011A4"/>
    <w:lvl w:ilvl="0" w:tplc="33222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6215DBF"/>
    <w:multiLevelType w:val="hybridMultilevel"/>
    <w:tmpl w:val="E63C0DA6"/>
    <w:lvl w:ilvl="0" w:tplc="0423000F">
      <w:start w:val="1"/>
      <w:numFmt w:val="decimal"/>
      <w:lvlText w:val="%1."/>
      <w:lvlJc w:val="left"/>
      <w:pPr>
        <w:ind w:left="360" w:hanging="360"/>
      </w:pPr>
    </w:lvl>
    <w:lvl w:ilvl="1" w:tplc="04230019" w:tentative="1">
      <w:start w:val="1"/>
      <w:numFmt w:val="lowerLetter"/>
      <w:lvlText w:val="%2."/>
      <w:lvlJc w:val="left"/>
      <w:pPr>
        <w:ind w:left="1080" w:hanging="360"/>
      </w:pPr>
    </w:lvl>
    <w:lvl w:ilvl="2" w:tplc="0423001B" w:tentative="1">
      <w:start w:val="1"/>
      <w:numFmt w:val="lowerRoman"/>
      <w:lvlText w:val="%3."/>
      <w:lvlJc w:val="right"/>
      <w:pPr>
        <w:ind w:left="1800" w:hanging="180"/>
      </w:pPr>
    </w:lvl>
    <w:lvl w:ilvl="3" w:tplc="0423000F" w:tentative="1">
      <w:start w:val="1"/>
      <w:numFmt w:val="decimal"/>
      <w:lvlText w:val="%4."/>
      <w:lvlJc w:val="left"/>
      <w:pPr>
        <w:ind w:left="2520" w:hanging="360"/>
      </w:pPr>
    </w:lvl>
    <w:lvl w:ilvl="4" w:tplc="04230019" w:tentative="1">
      <w:start w:val="1"/>
      <w:numFmt w:val="lowerLetter"/>
      <w:lvlText w:val="%5."/>
      <w:lvlJc w:val="left"/>
      <w:pPr>
        <w:ind w:left="3240" w:hanging="360"/>
      </w:pPr>
    </w:lvl>
    <w:lvl w:ilvl="5" w:tplc="0423001B" w:tentative="1">
      <w:start w:val="1"/>
      <w:numFmt w:val="lowerRoman"/>
      <w:lvlText w:val="%6."/>
      <w:lvlJc w:val="right"/>
      <w:pPr>
        <w:ind w:left="3960" w:hanging="180"/>
      </w:pPr>
    </w:lvl>
    <w:lvl w:ilvl="6" w:tplc="0423000F" w:tentative="1">
      <w:start w:val="1"/>
      <w:numFmt w:val="decimal"/>
      <w:lvlText w:val="%7."/>
      <w:lvlJc w:val="left"/>
      <w:pPr>
        <w:ind w:left="4680" w:hanging="360"/>
      </w:pPr>
    </w:lvl>
    <w:lvl w:ilvl="7" w:tplc="04230019" w:tentative="1">
      <w:start w:val="1"/>
      <w:numFmt w:val="lowerLetter"/>
      <w:lvlText w:val="%8."/>
      <w:lvlJc w:val="left"/>
      <w:pPr>
        <w:ind w:left="5400" w:hanging="360"/>
      </w:pPr>
    </w:lvl>
    <w:lvl w:ilvl="8" w:tplc="042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FC2E38"/>
    <w:multiLevelType w:val="multilevel"/>
    <w:tmpl w:val="C64CF2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F118D8"/>
    <w:multiLevelType w:val="hybridMultilevel"/>
    <w:tmpl w:val="E63C0DA6"/>
    <w:lvl w:ilvl="0" w:tplc="0423000F">
      <w:start w:val="1"/>
      <w:numFmt w:val="decimal"/>
      <w:lvlText w:val="%1."/>
      <w:lvlJc w:val="left"/>
      <w:pPr>
        <w:ind w:left="360" w:hanging="360"/>
      </w:pPr>
    </w:lvl>
    <w:lvl w:ilvl="1" w:tplc="04230019" w:tentative="1">
      <w:start w:val="1"/>
      <w:numFmt w:val="lowerLetter"/>
      <w:lvlText w:val="%2."/>
      <w:lvlJc w:val="left"/>
      <w:pPr>
        <w:ind w:left="1080" w:hanging="360"/>
      </w:pPr>
    </w:lvl>
    <w:lvl w:ilvl="2" w:tplc="0423001B" w:tentative="1">
      <w:start w:val="1"/>
      <w:numFmt w:val="lowerRoman"/>
      <w:lvlText w:val="%3."/>
      <w:lvlJc w:val="right"/>
      <w:pPr>
        <w:ind w:left="1800" w:hanging="180"/>
      </w:pPr>
    </w:lvl>
    <w:lvl w:ilvl="3" w:tplc="0423000F" w:tentative="1">
      <w:start w:val="1"/>
      <w:numFmt w:val="decimal"/>
      <w:lvlText w:val="%4."/>
      <w:lvlJc w:val="left"/>
      <w:pPr>
        <w:ind w:left="2520" w:hanging="360"/>
      </w:pPr>
    </w:lvl>
    <w:lvl w:ilvl="4" w:tplc="04230019" w:tentative="1">
      <w:start w:val="1"/>
      <w:numFmt w:val="lowerLetter"/>
      <w:lvlText w:val="%5."/>
      <w:lvlJc w:val="left"/>
      <w:pPr>
        <w:ind w:left="3240" w:hanging="360"/>
      </w:pPr>
    </w:lvl>
    <w:lvl w:ilvl="5" w:tplc="0423001B" w:tentative="1">
      <w:start w:val="1"/>
      <w:numFmt w:val="lowerRoman"/>
      <w:lvlText w:val="%6."/>
      <w:lvlJc w:val="right"/>
      <w:pPr>
        <w:ind w:left="3960" w:hanging="180"/>
      </w:pPr>
    </w:lvl>
    <w:lvl w:ilvl="6" w:tplc="0423000F" w:tentative="1">
      <w:start w:val="1"/>
      <w:numFmt w:val="decimal"/>
      <w:lvlText w:val="%7."/>
      <w:lvlJc w:val="left"/>
      <w:pPr>
        <w:ind w:left="4680" w:hanging="360"/>
      </w:pPr>
    </w:lvl>
    <w:lvl w:ilvl="7" w:tplc="04230019" w:tentative="1">
      <w:start w:val="1"/>
      <w:numFmt w:val="lowerLetter"/>
      <w:lvlText w:val="%8."/>
      <w:lvlJc w:val="left"/>
      <w:pPr>
        <w:ind w:left="5400" w:hanging="360"/>
      </w:pPr>
    </w:lvl>
    <w:lvl w:ilvl="8" w:tplc="042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A36F07"/>
    <w:multiLevelType w:val="hybridMultilevel"/>
    <w:tmpl w:val="344C9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255AA8"/>
    <w:multiLevelType w:val="hybridMultilevel"/>
    <w:tmpl w:val="344C9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B315D4"/>
    <w:multiLevelType w:val="hybridMultilevel"/>
    <w:tmpl w:val="92D45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F00070"/>
    <w:multiLevelType w:val="multilevel"/>
    <w:tmpl w:val="D07847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C762A5"/>
    <w:multiLevelType w:val="multilevel"/>
    <w:tmpl w:val="44EEDB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0D72809"/>
    <w:multiLevelType w:val="hybridMultilevel"/>
    <w:tmpl w:val="92D45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6397C"/>
    <w:multiLevelType w:val="hybridMultilevel"/>
    <w:tmpl w:val="F4C84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CA5E30"/>
    <w:multiLevelType w:val="hybridMultilevel"/>
    <w:tmpl w:val="344C9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C26A16"/>
    <w:multiLevelType w:val="multilevel"/>
    <w:tmpl w:val="5880A8AC"/>
    <w:lvl w:ilvl="0">
      <w:start w:val="2025"/>
      <w:numFmt w:val="decimal"/>
      <w:lvlText w:val="26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"/>
  </w:num>
  <w:num w:numId="5">
    <w:abstractNumId w:val="14"/>
  </w:num>
  <w:num w:numId="6">
    <w:abstractNumId w:val="11"/>
  </w:num>
  <w:num w:numId="7">
    <w:abstractNumId w:val="7"/>
  </w:num>
  <w:num w:numId="8">
    <w:abstractNumId w:val="13"/>
  </w:num>
  <w:num w:numId="9">
    <w:abstractNumId w:val="12"/>
  </w:num>
  <w:num w:numId="10">
    <w:abstractNumId w:val="0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10"/>
  </w:num>
  <w:num w:numId="16">
    <w:abstractNumId w:val="9"/>
  </w:num>
  <w:num w:numId="17">
    <w:abstractNumId w:val="1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721"/>
    <w:rsid w:val="00005C35"/>
    <w:rsid w:val="000160B5"/>
    <w:rsid w:val="00023192"/>
    <w:rsid w:val="00027CDA"/>
    <w:rsid w:val="00037F0E"/>
    <w:rsid w:val="00042E2F"/>
    <w:rsid w:val="000434A9"/>
    <w:rsid w:val="00055911"/>
    <w:rsid w:val="000570A4"/>
    <w:rsid w:val="00064B98"/>
    <w:rsid w:val="00066177"/>
    <w:rsid w:val="00073F88"/>
    <w:rsid w:val="00080825"/>
    <w:rsid w:val="000857AB"/>
    <w:rsid w:val="00086138"/>
    <w:rsid w:val="00086794"/>
    <w:rsid w:val="00097E42"/>
    <w:rsid w:val="000A36EC"/>
    <w:rsid w:val="000A4E89"/>
    <w:rsid w:val="000D423A"/>
    <w:rsid w:val="000E5877"/>
    <w:rsid w:val="000E6E5D"/>
    <w:rsid w:val="000F01C8"/>
    <w:rsid w:val="000F02C8"/>
    <w:rsid w:val="000F092F"/>
    <w:rsid w:val="000F10F4"/>
    <w:rsid w:val="0012261A"/>
    <w:rsid w:val="00140E7C"/>
    <w:rsid w:val="001446CE"/>
    <w:rsid w:val="0014758D"/>
    <w:rsid w:val="00151686"/>
    <w:rsid w:val="00153352"/>
    <w:rsid w:val="001556FA"/>
    <w:rsid w:val="00157635"/>
    <w:rsid w:val="00161C50"/>
    <w:rsid w:val="00170295"/>
    <w:rsid w:val="001804CF"/>
    <w:rsid w:val="001846B8"/>
    <w:rsid w:val="0019474C"/>
    <w:rsid w:val="00194831"/>
    <w:rsid w:val="00195373"/>
    <w:rsid w:val="001979FC"/>
    <w:rsid w:val="001B28D3"/>
    <w:rsid w:val="001B28EA"/>
    <w:rsid w:val="001C0C77"/>
    <w:rsid w:val="001C2918"/>
    <w:rsid w:val="001D2A36"/>
    <w:rsid w:val="001D62CA"/>
    <w:rsid w:val="001E75C1"/>
    <w:rsid w:val="001F2EDE"/>
    <w:rsid w:val="00203FD7"/>
    <w:rsid w:val="00215D14"/>
    <w:rsid w:val="002167FE"/>
    <w:rsid w:val="0023113F"/>
    <w:rsid w:val="00234A55"/>
    <w:rsid w:val="00240DD4"/>
    <w:rsid w:val="0024126C"/>
    <w:rsid w:val="0025693D"/>
    <w:rsid w:val="00271086"/>
    <w:rsid w:val="00276FC5"/>
    <w:rsid w:val="00277900"/>
    <w:rsid w:val="00282334"/>
    <w:rsid w:val="00286392"/>
    <w:rsid w:val="002871F1"/>
    <w:rsid w:val="00290013"/>
    <w:rsid w:val="002926B4"/>
    <w:rsid w:val="002962FC"/>
    <w:rsid w:val="002A4AF5"/>
    <w:rsid w:val="002B11A1"/>
    <w:rsid w:val="002C075E"/>
    <w:rsid w:val="002C6508"/>
    <w:rsid w:val="002D2A09"/>
    <w:rsid w:val="002D3FC1"/>
    <w:rsid w:val="002D4290"/>
    <w:rsid w:val="002E28E3"/>
    <w:rsid w:val="002F0824"/>
    <w:rsid w:val="002F78DB"/>
    <w:rsid w:val="0030314D"/>
    <w:rsid w:val="0031253F"/>
    <w:rsid w:val="003227DC"/>
    <w:rsid w:val="003323F2"/>
    <w:rsid w:val="003337EC"/>
    <w:rsid w:val="003406E5"/>
    <w:rsid w:val="0036113B"/>
    <w:rsid w:val="00365F7D"/>
    <w:rsid w:val="003711BA"/>
    <w:rsid w:val="00394639"/>
    <w:rsid w:val="003A22B0"/>
    <w:rsid w:val="003A5679"/>
    <w:rsid w:val="003A7B30"/>
    <w:rsid w:val="003B007F"/>
    <w:rsid w:val="003B084E"/>
    <w:rsid w:val="003B5B6A"/>
    <w:rsid w:val="003B6A88"/>
    <w:rsid w:val="003C1854"/>
    <w:rsid w:val="003C6236"/>
    <w:rsid w:val="003D017C"/>
    <w:rsid w:val="003D2A00"/>
    <w:rsid w:val="003D62E4"/>
    <w:rsid w:val="003E0B5D"/>
    <w:rsid w:val="003E1409"/>
    <w:rsid w:val="003E1B22"/>
    <w:rsid w:val="003F7F29"/>
    <w:rsid w:val="0040343F"/>
    <w:rsid w:val="004037FB"/>
    <w:rsid w:val="004102A3"/>
    <w:rsid w:val="00410FA4"/>
    <w:rsid w:val="004273C3"/>
    <w:rsid w:val="004331EC"/>
    <w:rsid w:val="0043591C"/>
    <w:rsid w:val="00436923"/>
    <w:rsid w:val="00436AD7"/>
    <w:rsid w:val="004466F2"/>
    <w:rsid w:val="0045459D"/>
    <w:rsid w:val="0046662F"/>
    <w:rsid w:val="00471917"/>
    <w:rsid w:val="0047543B"/>
    <w:rsid w:val="00475E36"/>
    <w:rsid w:val="004760FC"/>
    <w:rsid w:val="004820E9"/>
    <w:rsid w:val="00493D30"/>
    <w:rsid w:val="00496580"/>
    <w:rsid w:val="004A057E"/>
    <w:rsid w:val="004A2AF2"/>
    <w:rsid w:val="004A6E3B"/>
    <w:rsid w:val="004B00FA"/>
    <w:rsid w:val="004C3419"/>
    <w:rsid w:val="004C6436"/>
    <w:rsid w:val="004D4E55"/>
    <w:rsid w:val="004E1B2D"/>
    <w:rsid w:val="004F2400"/>
    <w:rsid w:val="004F634E"/>
    <w:rsid w:val="0051293D"/>
    <w:rsid w:val="00515809"/>
    <w:rsid w:val="00515D03"/>
    <w:rsid w:val="005334FF"/>
    <w:rsid w:val="005370ED"/>
    <w:rsid w:val="00540B83"/>
    <w:rsid w:val="00553DB1"/>
    <w:rsid w:val="00560831"/>
    <w:rsid w:val="00566F03"/>
    <w:rsid w:val="00570324"/>
    <w:rsid w:val="00571CE4"/>
    <w:rsid w:val="005778D1"/>
    <w:rsid w:val="00580C9E"/>
    <w:rsid w:val="00583FFD"/>
    <w:rsid w:val="00587DFB"/>
    <w:rsid w:val="0059055D"/>
    <w:rsid w:val="0059232B"/>
    <w:rsid w:val="005A609A"/>
    <w:rsid w:val="005B0191"/>
    <w:rsid w:val="005C0844"/>
    <w:rsid w:val="005C310D"/>
    <w:rsid w:val="005C56E3"/>
    <w:rsid w:val="005D3D7D"/>
    <w:rsid w:val="005D5D80"/>
    <w:rsid w:val="005E0648"/>
    <w:rsid w:val="005E2C62"/>
    <w:rsid w:val="005F568A"/>
    <w:rsid w:val="005F61C7"/>
    <w:rsid w:val="005F74B7"/>
    <w:rsid w:val="00605FC5"/>
    <w:rsid w:val="00606E58"/>
    <w:rsid w:val="00607346"/>
    <w:rsid w:val="00612916"/>
    <w:rsid w:val="00614865"/>
    <w:rsid w:val="006236E0"/>
    <w:rsid w:val="00627276"/>
    <w:rsid w:val="006333A4"/>
    <w:rsid w:val="0064100A"/>
    <w:rsid w:val="00643202"/>
    <w:rsid w:val="006438C2"/>
    <w:rsid w:val="00653652"/>
    <w:rsid w:val="00657AAB"/>
    <w:rsid w:val="006667E1"/>
    <w:rsid w:val="00681D11"/>
    <w:rsid w:val="00681E16"/>
    <w:rsid w:val="00694E93"/>
    <w:rsid w:val="006A3D0C"/>
    <w:rsid w:val="006A6712"/>
    <w:rsid w:val="006B4425"/>
    <w:rsid w:val="006B66A9"/>
    <w:rsid w:val="006C1EE5"/>
    <w:rsid w:val="006C38E7"/>
    <w:rsid w:val="006C5F80"/>
    <w:rsid w:val="006E0F4D"/>
    <w:rsid w:val="006F1AFC"/>
    <w:rsid w:val="006F467F"/>
    <w:rsid w:val="00702B85"/>
    <w:rsid w:val="007031DA"/>
    <w:rsid w:val="00712457"/>
    <w:rsid w:val="00715A27"/>
    <w:rsid w:val="00720793"/>
    <w:rsid w:val="007217AB"/>
    <w:rsid w:val="00722370"/>
    <w:rsid w:val="00730309"/>
    <w:rsid w:val="00730ED3"/>
    <w:rsid w:val="007626C6"/>
    <w:rsid w:val="00765FF6"/>
    <w:rsid w:val="00771DEF"/>
    <w:rsid w:val="00776D9F"/>
    <w:rsid w:val="00781721"/>
    <w:rsid w:val="00785289"/>
    <w:rsid w:val="00787AF8"/>
    <w:rsid w:val="00787BCF"/>
    <w:rsid w:val="00791D88"/>
    <w:rsid w:val="00791F50"/>
    <w:rsid w:val="007927E9"/>
    <w:rsid w:val="007A21E4"/>
    <w:rsid w:val="007A7FCE"/>
    <w:rsid w:val="007B6B33"/>
    <w:rsid w:val="007C109C"/>
    <w:rsid w:val="007C3DBF"/>
    <w:rsid w:val="007C5AD0"/>
    <w:rsid w:val="007C7C76"/>
    <w:rsid w:val="007D2550"/>
    <w:rsid w:val="007D2E0D"/>
    <w:rsid w:val="007E227E"/>
    <w:rsid w:val="007E253E"/>
    <w:rsid w:val="007E4F8C"/>
    <w:rsid w:val="007E7E30"/>
    <w:rsid w:val="007F5094"/>
    <w:rsid w:val="00824EE7"/>
    <w:rsid w:val="00827500"/>
    <w:rsid w:val="00831126"/>
    <w:rsid w:val="00835C79"/>
    <w:rsid w:val="00845CFA"/>
    <w:rsid w:val="00853714"/>
    <w:rsid w:val="00857302"/>
    <w:rsid w:val="008605F7"/>
    <w:rsid w:val="00877C85"/>
    <w:rsid w:val="00882028"/>
    <w:rsid w:val="00883D8E"/>
    <w:rsid w:val="00886AC1"/>
    <w:rsid w:val="008919EE"/>
    <w:rsid w:val="00893E54"/>
    <w:rsid w:val="0089716D"/>
    <w:rsid w:val="008A0DE1"/>
    <w:rsid w:val="008A0DFB"/>
    <w:rsid w:val="008A2834"/>
    <w:rsid w:val="008A4656"/>
    <w:rsid w:val="008B0CF6"/>
    <w:rsid w:val="008B1F7C"/>
    <w:rsid w:val="008B50B4"/>
    <w:rsid w:val="008C1906"/>
    <w:rsid w:val="008C324B"/>
    <w:rsid w:val="008C3B25"/>
    <w:rsid w:val="008E09A2"/>
    <w:rsid w:val="008E35C5"/>
    <w:rsid w:val="0090308F"/>
    <w:rsid w:val="00912513"/>
    <w:rsid w:val="00914AD0"/>
    <w:rsid w:val="009154AA"/>
    <w:rsid w:val="00917D43"/>
    <w:rsid w:val="0092293F"/>
    <w:rsid w:val="0092497A"/>
    <w:rsid w:val="0093215D"/>
    <w:rsid w:val="00933710"/>
    <w:rsid w:val="00942267"/>
    <w:rsid w:val="009427F4"/>
    <w:rsid w:val="009463A3"/>
    <w:rsid w:val="0095023B"/>
    <w:rsid w:val="009511F7"/>
    <w:rsid w:val="00954AF9"/>
    <w:rsid w:val="00960436"/>
    <w:rsid w:val="00960CC2"/>
    <w:rsid w:val="0097281C"/>
    <w:rsid w:val="00972CC3"/>
    <w:rsid w:val="009767AF"/>
    <w:rsid w:val="0098557C"/>
    <w:rsid w:val="00991875"/>
    <w:rsid w:val="00997000"/>
    <w:rsid w:val="009A65E6"/>
    <w:rsid w:val="009B1330"/>
    <w:rsid w:val="009B2B2D"/>
    <w:rsid w:val="009C4988"/>
    <w:rsid w:val="009D1373"/>
    <w:rsid w:val="009D1B7E"/>
    <w:rsid w:val="009D6229"/>
    <w:rsid w:val="009E6E15"/>
    <w:rsid w:val="00A027BE"/>
    <w:rsid w:val="00A03A02"/>
    <w:rsid w:val="00A135E4"/>
    <w:rsid w:val="00A16463"/>
    <w:rsid w:val="00A21C72"/>
    <w:rsid w:val="00A24C45"/>
    <w:rsid w:val="00A27C7C"/>
    <w:rsid w:val="00A31A96"/>
    <w:rsid w:val="00A5003D"/>
    <w:rsid w:val="00A5091B"/>
    <w:rsid w:val="00A5209F"/>
    <w:rsid w:val="00A53716"/>
    <w:rsid w:val="00A553D3"/>
    <w:rsid w:val="00A60E39"/>
    <w:rsid w:val="00A727D5"/>
    <w:rsid w:val="00A73EF1"/>
    <w:rsid w:val="00A7408D"/>
    <w:rsid w:val="00A76580"/>
    <w:rsid w:val="00A7693C"/>
    <w:rsid w:val="00A909E5"/>
    <w:rsid w:val="00A962FD"/>
    <w:rsid w:val="00AB023D"/>
    <w:rsid w:val="00AB3C6A"/>
    <w:rsid w:val="00AB49D1"/>
    <w:rsid w:val="00AB7542"/>
    <w:rsid w:val="00AC0A62"/>
    <w:rsid w:val="00AC1F94"/>
    <w:rsid w:val="00AC200A"/>
    <w:rsid w:val="00AC6688"/>
    <w:rsid w:val="00AC7B50"/>
    <w:rsid w:val="00AD27D3"/>
    <w:rsid w:val="00AE401C"/>
    <w:rsid w:val="00AF1B74"/>
    <w:rsid w:val="00AF4ECB"/>
    <w:rsid w:val="00AF656B"/>
    <w:rsid w:val="00AF7435"/>
    <w:rsid w:val="00B06446"/>
    <w:rsid w:val="00B077B1"/>
    <w:rsid w:val="00B10612"/>
    <w:rsid w:val="00B1133C"/>
    <w:rsid w:val="00B2310C"/>
    <w:rsid w:val="00B24EB8"/>
    <w:rsid w:val="00B348DE"/>
    <w:rsid w:val="00B431C6"/>
    <w:rsid w:val="00B45E1D"/>
    <w:rsid w:val="00B64332"/>
    <w:rsid w:val="00B678C2"/>
    <w:rsid w:val="00B71AED"/>
    <w:rsid w:val="00B7210A"/>
    <w:rsid w:val="00B73CC1"/>
    <w:rsid w:val="00B7712B"/>
    <w:rsid w:val="00B8133E"/>
    <w:rsid w:val="00B815FA"/>
    <w:rsid w:val="00B8343B"/>
    <w:rsid w:val="00B8409E"/>
    <w:rsid w:val="00B841E0"/>
    <w:rsid w:val="00B847E1"/>
    <w:rsid w:val="00B97E79"/>
    <w:rsid w:val="00BA744F"/>
    <w:rsid w:val="00BA7E26"/>
    <w:rsid w:val="00BB08EF"/>
    <w:rsid w:val="00BB7795"/>
    <w:rsid w:val="00BC29DF"/>
    <w:rsid w:val="00BC3EAF"/>
    <w:rsid w:val="00BC6F30"/>
    <w:rsid w:val="00BC7ADF"/>
    <w:rsid w:val="00BD05C1"/>
    <w:rsid w:val="00BD3263"/>
    <w:rsid w:val="00BD5C27"/>
    <w:rsid w:val="00BD6EC2"/>
    <w:rsid w:val="00BE0789"/>
    <w:rsid w:val="00BF332B"/>
    <w:rsid w:val="00BF42FB"/>
    <w:rsid w:val="00BF457E"/>
    <w:rsid w:val="00C0034C"/>
    <w:rsid w:val="00C00961"/>
    <w:rsid w:val="00C00BBB"/>
    <w:rsid w:val="00C03630"/>
    <w:rsid w:val="00C04121"/>
    <w:rsid w:val="00C10A62"/>
    <w:rsid w:val="00C23584"/>
    <w:rsid w:val="00C2358B"/>
    <w:rsid w:val="00C26592"/>
    <w:rsid w:val="00C420C0"/>
    <w:rsid w:val="00C47200"/>
    <w:rsid w:val="00C53CD4"/>
    <w:rsid w:val="00C55325"/>
    <w:rsid w:val="00C567DF"/>
    <w:rsid w:val="00C56A0A"/>
    <w:rsid w:val="00C56F22"/>
    <w:rsid w:val="00C6026B"/>
    <w:rsid w:val="00C64C9E"/>
    <w:rsid w:val="00C654AF"/>
    <w:rsid w:val="00C81AC5"/>
    <w:rsid w:val="00C87BC4"/>
    <w:rsid w:val="00CA7533"/>
    <w:rsid w:val="00CA7E02"/>
    <w:rsid w:val="00CB4FF0"/>
    <w:rsid w:val="00CC06C3"/>
    <w:rsid w:val="00CC1EF0"/>
    <w:rsid w:val="00CC2C57"/>
    <w:rsid w:val="00CC4343"/>
    <w:rsid w:val="00CC7D4F"/>
    <w:rsid w:val="00CD6D90"/>
    <w:rsid w:val="00CD7FC9"/>
    <w:rsid w:val="00CE1881"/>
    <w:rsid w:val="00CE5F4F"/>
    <w:rsid w:val="00CF022C"/>
    <w:rsid w:val="00CF67FB"/>
    <w:rsid w:val="00D02447"/>
    <w:rsid w:val="00D05636"/>
    <w:rsid w:val="00D05670"/>
    <w:rsid w:val="00D17F9C"/>
    <w:rsid w:val="00D22A9E"/>
    <w:rsid w:val="00D251F9"/>
    <w:rsid w:val="00D26EC3"/>
    <w:rsid w:val="00D304B8"/>
    <w:rsid w:val="00D35EBD"/>
    <w:rsid w:val="00D412F4"/>
    <w:rsid w:val="00D45589"/>
    <w:rsid w:val="00D458B0"/>
    <w:rsid w:val="00D5413C"/>
    <w:rsid w:val="00D75AEA"/>
    <w:rsid w:val="00D76831"/>
    <w:rsid w:val="00D910AB"/>
    <w:rsid w:val="00D9208C"/>
    <w:rsid w:val="00D95877"/>
    <w:rsid w:val="00D97E29"/>
    <w:rsid w:val="00DA15C1"/>
    <w:rsid w:val="00DA4ED9"/>
    <w:rsid w:val="00DB2766"/>
    <w:rsid w:val="00DB350F"/>
    <w:rsid w:val="00DB6AF2"/>
    <w:rsid w:val="00DC003B"/>
    <w:rsid w:val="00DC1725"/>
    <w:rsid w:val="00DD0149"/>
    <w:rsid w:val="00DD1F8A"/>
    <w:rsid w:val="00DD7156"/>
    <w:rsid w:val="00DE290B"/>
    <w:rsid w:val="00DE3801"/>
    <w:rsid w:val="00DE5CBA"/>
    <w:rsid w:val="00DE78DF"/>
    <w:rsid w:val="00DF3ACC"/>
    <w:rsid w:val="00DF4F44"/>
    <w:rsid w:val="00DF5100"/>
    <w:rsid w:val="00DF7C4D"/>
    <w:rsid w:val="00E05712"/>
    <w:rsid w:val="00E07EEA"/>
    <w:rsid w:val="00E12D38"/>
    <w:rsid w:val="00E14940"/>
    <w:rsid w:val="00E14AAE"/>
    <w:rsid w:val="00E16FFB"/>
    <w:rsid w:val="00E17837"/>
    <w:rsid w:val="00E2730E"/>
    <w:rsid w:val="00E3002A"/>
    <w:rsid w:val="00E31A89"/>
    <w:rsid w:val="00E34580"/>
    <w:rsid w:val="00E60C74"/>
    <w:rsid w:val="00E64861"/>
    <w:rsid w:val="00E73256"/>
    <w:rsid w:val="00E76708"/>
    <w:rsid w:val="00E801A3"/>
    <w:rsid w:val="00E83A6D"/>
    <w:rsid w:val="00E83B9F"/>
    <w:rsid w:val="00E84F2D"/>
    <w:rsid w:val="00E8549D"/>
    <w:rsid w:val="00E86C80"/>
    <w:rsid w:val="00E9576C"/>
    <w:rsid w:val="00E968D2"/>
    <w:rsid w:val="00EA1750"/>
    <w:rsid w:val="00EA7778"/>
    <w:rsid w:val="00EB047C"/>
    <w:rsid w:val="00EB3328"/>
    <w:rsid w:val="00EB35F9"/>
    <w:rsid w:val="00EC057C"/>
    <w:rsid w:val="00EC1AE2"/>
    <w:rsid w:val="00EC3C2F"/>
    <w:rsid w:val="00ED6AF1"/>
    <w:rsid w:val="00ED7858"/>
    <w:rsid w:val="00EE0A9F"/>
    <w:rsid w:val="00EE4852"/>
    <w:rsid w:val="00EF36A2"/>
    <w:rsid w:val="00F0231F"/>
    <w:rsid w:val="00F04270"/>
    <w:rsid w:val="00F05BD1"/>
    <w:rsid w:val="00F13340"/>
    <w:rsid w:val="00F37BD5"/>
    <w:rsid w:val="00F41974"/>
    <w:rsid w:val="00F470AC"/>
    <w:rsid w:val="00F520DE"/>
    <w:rsid w:val="00F54126"/>
    <w:rsid w:val="00F542A9"/>
    <w:rsid w:val="00F57393"/>
    <w:rsid w:val="00F66148"/>
    <w:rsid w:val="00F87CC6"/>
    <w:rsid w:val="00F96C27"/>
    <w:rsid w:val="00F97F5E"/>
    <w:rsid w:val="00FA5529"/>
    <w:rsid w:val="00FB77C0"/>
    <w:rsid w:val="00FB77F4"/>
    <w:rsid w:val="00FB7B20"/>
    <w:rsid w:val="00FD3970"/>
    <w:rsid w:val="00FF13B2"/>
    <w:rsid w:val="00FF19B9"/>
    <w:rsid w:val="00FF26F2"/>
    <w:rsid w:val="00FF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E96EA8"/>
  <w15:chartTrackingRefBased/>
  <w15:docId w15:val="{980A0082-13F4-4873-9E83-CAEECD7BA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9"/>
      <w:jc w:val="both"/>
      <w:outlineLvl w:val="0"/>
    </w:pPr>
    <w:rPr>
      <w:sz w:val="30"/>
    </w:rPr>
  </w:style>
  <w:style w:type="paragraph" w:styleId="2">
    <w:name w:val="heading 2"/>
    <w:basedOn w:val="a"/>
    <w:next w:val="a"/>
    <w:qFormat/>
    <w:pPr>
      <w:keepNext/>
      <w:ind w:left="707" w:firstLine="709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tabs>
        <w:tab w:val="left" w:pos="6840"/>
      </w:tabs>
      <w:spacing w:line="280" w:lineRule="exact"/>
      <w:jc w:val="both"/>
      <w:outlineLvl w:val="2"/>
    </w:pPr>
    <w:rPr>
      <w:sz w:val="30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spacing w:line="280" w:lineRule="exact"/>
      <w:ind w:right="5670"/>
      <w:outlineLvl w:val="5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line="280" w:lineRule="exact"/>
      <w:ind w:right="5498"/>
    </w:pPr>
    <w:rPr>
      <w:sz w:val="30"/>
    </w:rPr>
  </w:style>
  <w:style w:type="paragraph" w:styleId="a5">
    <w:name w:val="Body Text Indent"/>
    <w:basedOn w:val="a"/>
    <w:pPr>
      <w:ind w:firstLine="709"/>
      <w:jc w:val="both"/>
    </w:pPr>
    <w:rPr>
      <w:sz w:val="3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Indent 2"/>
    <w:basedOn w:val="a"/>
    <w:pPr>
      <w:shd w:val="clear" w:color="auto" w:fill="FFFFFF"/>
      <w:ind w:firstLine="720"/>
      <w:jc w:val="both"/>
    </w:pPr>
    <w:rPr>
      <w:snapToGrid w:val="0"/>
      <w:sz w:val="30"/>
    </w:rPr>
  </w:style>
  <w:style w:type="paragraph" w:styleId="30">
    <w:name w:val="Body Text Indent 3"/>
    <w:basedOn w:val="a"/>
    <w:pPr>
      <w:spacing w:line="280" w:lineRule="exact"/>
      <w:ind w:left="60"/>
    </w:pPr>
    <w:rPr>
      <w:sz w:val="30"/>
    </w:rPr>
  </w:style>
  <w:style w:type="paragraph" w:styleId="21">
    <w:name w:val="Body Text 2"/>
    <w:basedOn w:val="a"/>
    <w:pPr>
      <w:jc w:val="both"/>
    </w:pPr>
    <w:rPr>
      <w:sz w:val="30"/>
    </w:rPr>
  </w:style>
  <w:style w:type="character" w:styleId="a8">
    <w:name w:val="Hyperlink"/>
    <w:rsid w:val="00EE4852"/>
    <w:rPr>
      <w:color w:val="0000FF"/>
      <w:u w:val="single"/>
    </w:rPr>
  </w:style>
  <w:style w:type="paragraph" w:styleId="a9">
    <w:name w:val="Balloon Text"/>
    <w:basedOn w:val="a"/>
    <w:link w:val="aa"/>
    <w:rsid w:val="00D02447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D02447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rsid w:val="00EA7778"/>
    <w:pPr>
      <w:spacing w:before="100" w:beforeAutospacing="1" w:after="100" w:afterAutospacing="1"/>
    </w:pPr>
    <w:rPr>
      <w:rFonts w:eastAsia="MS Mincho"/>
      <w:lang w:eastAsia="ja-JP"/>
    </w:rPr>
  </w:style>
  <w:style w:type="table" w:styleId="ac">
    <w:name w:val="Table Grid"/>
    <w:basedOn w:val="a1"/>
    <w:uiPriority w:val="39"/>
    <w:rsid w:val="00E83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C64C9E"/>
    <w:rPr>
      <w:sz w:val="24"/>
      <w:szCs w:val="24"/>
    </w:rPr>
  </w:style>
  <w:style w:type="paragraph" w:styleId="ae">
    <w:name w:val="List Paragraph"/>
    <w:basedOn w:val="a"/>
    <w:uiPriority w:val="34"/>
    <w:qFormat/>
    <w:rsid w:val="003125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link w:val="a3"/>
    <w:locked/>
    <w:rsid w:val="00AB49D1"/>
    <w:rPr>
      <w:sz w:val="30"/>
      <w:szCs w:val="24"/>
    </w:rPr>
  </w:style>
  <w:style w:type="character" w:customStyle="1" w:styleId="22">
    <w:name w:val="Основной текст (2)_"/>
    <w:link w:val="23"/>
    <w:rsid w:val="00023192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23192"/>
    <w:pPr>
      <w:widowControl w:val="0"/>
      <w:shd w:val="clear" w:color="auto" w:fill="FFFFFF"/>
      <w:spacing w:after="480" w:line="281" w:lineRule="exact"/>
    </w:pPr>
    <w:rPr>
      <w:sz w:val="28"/>
      <w:szCs w:val="28"/>
    </w:rPr>
  </w:style>
  <w:style w:type="character" w:customStyle="1" w:styleId="7">
    <w:name w:val="Основной текст (7)_"/>
    <w:link w:val="70"/>
    <w:rsid w:val="00791D88"/>
    <w:rPr>
      <w:b/>
      <w:bCs/>
      <w:sz w:val="30"/>
      <w:szCs w:val="3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91D88"/>
    <w:pPr>
      <w:widowControl w:val="0"/>
      <w:shd w:val="clear" w:color="auto" w:fill="FFFFFF"/>
      <w:spacing w:line="349" w:lineRule="exact"/>
      <w:ind w:hanging="1280"/>
      <w:jc w:val="right"/>
    </w:pPr>
    <w:rPr>
      <w:b/>
      <w:bCs/>
      <w:sz w:val="30"/>
      <w:szCs w:val="30"/>
    </w:rPr>
  </w:style>
  <w:style w:type="character" w:customStyle="1" w:styleId="29pt">
    <w:name w:val="Основной текст (2) + 9 pt;Полужирный"/>
    <w:rsid w:val="00791D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link w:val="af0"/>
    <w:rsid w:val="00791D88"/>
    <w:rPr>
      <w:sz w:val="28"/>
      <w:szCs w:val="28"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791D88"/>
    <w:pPr>
      <w:widowControl w:val="0"/>
      <w:shd w:val="clear" w:color="auto" w:fill="FFFFFF"/>
      <w:spacing w:line="0" w:lineRule="atLeast"/>
    </w:pPr>
    <w:rPr>
      <w:sz w:val="28"/>
      <w:szCs w:val="28"/>
    </w:rPr>
  </w:style>
  <w:style w:type="character" w:customStyle="1" w:styleId="29pt0">
    <w:name w:val="Основной текст (2) + 9 pt"/>
    <w:rsid w:val="00791D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f1">
    <w:name w:val="Основной текст_"/>
    <w:link w:val="10"/>
    <w:rsid w:val="00A31A96"/>
    <w:rPr>
      <w:sz w:val="30"/>
      <w:szCs w:val="30"/>
    </w:rPr>
  </w:style>
  <w:style w:type="character" w:customStyle="1" w:styleId="11">
    <w:name w:val="Заголовок №1_"/>
    <w:link w:val="12"/>
    <w:rsid w:val="00A31A96"/>
    <w:rPr>
      <w:b/>
      <w:bCs/>
      <w:sz w:val="30"/>
      <w:szCs w:val="30"/>
    </w:rPr>
  </w:style>
  <w:style w:type="character" w:customStyle="1" w:styleId="af2">
    <w:name w:val="Другое_"/>
    <w:link w:val="af3"/>
    <w:rsid w:val="00A31A96"/>
    <w:rPr>
      <w:sz w:val="30"/>
      <w:szCs w:val="30"/>
    </w:rPr>
  </w:style>
  <w:style w:type="paragraph" w:customStyle="1" w:styleId="10">
    <w:name w:val="Основной текст1"/>
    <w:basedOn w:val="a"/>
    <w:link w:val="af1"/>
    <w:rsid w:val="00A31A96"/>
    <w:pPr>
      <w:widowControl w:val="0"/>
      <w:ind w:firstLine="400"/>
    </w:pPr>
    <w:rPr>
      <w:sz w:val="30"/>
      <w:szCs w:val="30"/>
    </w:rPr>
  </w:style>
  <w:style w:type="paragraph" w:customStyle="1" w:styleId="12">
    <w:name w:val="Заголовок №1"/>
    <w:basedOn w:val="a"/>
    <w:link w:val="11"/>
    <w:rsid w:val="00A31A96"/>
    <w:pPr>
      <w:widowControl w:val="0"/>
      <w:ind w:left="2630"/>
      <w:outlineLvl w:val="0"/>
    </w:pPr>
    <w:rPr>
      <w:b/>
      <w:bCs/>
      <w:sz w:val="30"/>
      <w:szCs w:val="30"/>
    </w:rPr>
  </w:style>
  <w:style w:type="paragraph" w:customStyle="1" w:styleId="af3">
    <w:name w:val="Другое"/>
    <w:basedOn w:val="a"/>
    <w:link w:val="af2"/>
    <w:rsid w:val="00A31A96"/>
    <w:pPr>
      <w:widowControl w:val="0"/>
      <w:ind w:firstLine="400"/>
    </w:pPr>
    <w:rPr>
      <w:sz w:val="30"/>
      <w:szCs w:val="30"/>
    </w:rPr>
  </w:style>
  <w:style w:type="paragraph" w:styleId="af4">
    <w:name w:val="footer"/>
    <w:basedOn w:val="a"/>
    <w:link w:val="af5"/>
    <w:rsid w:val="0024126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rsid w:val="0024126C"/>
    <w:rPr>
      <w:sz w:val="24"/>
      <w:szCs w:val="24"/>
    </w:rPr>
  </w:style>
  <w:style w:type="character" w:styleId="af6">
    <w:name w:val="Strong"/>
    <w:qFormat/>
    <w:rsid w:val="00BA744F"/>
    <w:rPr>
      <w:b/>
      <w:bCs/>
    </w:rPr>
  </w:style>
  <w:style w:type="character" w:customStyle="1" w:styleId="60">
    <w:name w:val="Основной текст (6)_"/>
    <w:basedOn w:val="a0"/>
    <w:link w:val="61"/>
    <w:rsid w:val="00C23584"/>
    <w:rPr>
      <w:b/>
      <w:bCs/>
      <w:sz w:val="30"/>
      <w:szCs w:val="30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C23584"/>
    <w:pPr>
      <w:widowControl w:val="0"/>
      <w:shd w:val="clear" w:color="auto" w:fill="FFFFFF"/>
      <w:spacing w:line="341" w:lineRule="exact"/>
      <w:jc w:val="center"/>
    </w:pPr>
    <w:rPr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70;&#1083;&#1080;&#1103;.SVETA\&#1056;&#1072;&#1073;&#1086;&#1095;&#1080;&#1081;%20&#1089;&#1090;&#1086;&#1083;\&#1064;&#1072;&#1073;&#1083;&#1086;&#1085;&#1099;%20&#1076;&#1086;&#1082;&#1091;&#1084;&#1077;&#1085;&#1090;&#1086;&#1074;\&#1041;&#1083;&#1072;&#1085;&#1082;%20&#1076;&#1083;&#1103;%20&#1087;&#1080;&#1089;&#1100;&#1084;&#1072;%20&#1059;&#105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90F62-12E7-4BBD-B1CE-D2F1C63DB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для письма УО.dot</Template>
  <TotalTime>28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БРЭСЦКI АБЛАСНЫ</vt:lpstr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БРЭСЦКI АБЛАСНЫ</dc:title>
  <dc:subject/>
  <dc:creator>Пользователь</dc:creator>
  <cp:keywords/>
  <cp:lastModifiedBy>Пользователь</cp:lastModifiedBy>
  <cp:revision>5</cp:revision>
  <cp:lastPrinted>2025-03-05T07:10:00Z</cp:lastPrinted>
  <dcterms:created xsi:type="dcterms:W3CDTF">2025-03-05T06:48:00Z</dcterms:created>
  <dcterms:modified xsi:type="dcterms:W3CDTF">2025-03-05T07:19:00Z</dcterms:modified>
</cp:coreProperties>
</file>