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B8" w:rsidRDefault="00B24EB8">
      <w:bookmarkStart w:id="0" w:name="_GoBack"/>
      <w:bookmarkEnd w:id="0"/>
    </w:p>
    <w:tbl>
      <w:tblPr>
        <w:tblW w:w="96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837"/>
        <w:gridCol w:w="4394"/>
      </w:tblGrid>
      <w:tr w:rsidR="00B24EB8" w:rsidTr="00E14AAE">
        <w:trPr>
          <w:cantSplit/>
          <w:trHeight w:val="1585"/>
        </w:trPr>
        <w:tc>
          <w:tcPr>
            <w:tcW w:w="4410" w:type="dxa"/>
            <w:vMerge w:val="restart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570324" w:rsidRDefault="00570324" w:rsidP="00B7210A">
            <w:pPr>
              <w:jc w:val="center"/>
              <w:rPr>
                <w:noProof/>
                <w:sz w:val="26"/>
                <w:szCs w:val="26"/>
              </w:rPr>
            </w:pPr>
            <w:r w:rsidRPr="004B1457">
              <w:rPr>
                <w:noProof/>
                <w:sz w:val="26"/>
                <w:szCs w:val="26"/>
              </w:rPr>
              <w:t xml:space="preserve">Галоўнае </w:t>
            </w:r>
            <w:r w:rsidR="00715A27">
              <w:rPr>
                <w:noProof/>
                <w:sz w:val="26"/>
                <w:szCs w:val="26"/>
                <w:lang w:val="be-BY"/>
              </w:rPr>
              <w:t>ў</w:t>
            </w:r>
            <w:r w:rsidRPr="004B1457">
              <w:rPr>
                <w:noProof/>
                <w:sz w:val="26"/>
                <w:szCs w:val="26"/>
              </w:rPr>
              <w:t>праўленне па адукацы</w:t>
            </w:r>
          </w:p>
          <w:p w:rsidR="00DF4F44" w:rsidRPr="00A76580" w:rsidRDefault="00A76580" w:rsidP="00B7210A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F4F44" w:rsidRPr="00A76580" w:rsidRDefault="00A76580" w:rsidP="00B7210A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F4F44" w:rsidRPr="00A76580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F4F44" w:rsidRPr="005B0191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493D30" w:rsidRPr="001804CF" w:rsidRDefault="00B24EB8" w:rsidP="00B7210A">
            <w:pPr>
              <w:jc w:val="center"/>
            </w:pPr>
            <w:proofErr w:type="spellStart"/>
            <w:r w:rsidRPr="001804CF">
              <w:t>вул</w:t>
            </w:r>
            <w:proofErr w:type="spellEnd"/>
            <w:r w:rsidRPr="001804CF">
              <w:t xml:space="preserve">. </w:t>
            </w:r>
            <w:proofErr w:type="spellStart"/>
            <w:r w:rsidR="00933710">
              <w:t>Я.Купалы</w:t>
            </w:r>
            <w:proofErr w:type="spellEnd"/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</w:t>
            </w:r>
            <w:proofErr w:type="spellStart"/>
            <w:r w:rsidRPr="001804CF">
              <w:t>Брэст</w:t>
            </w:r>
            <w:proofErr w:type="spellEnd"/>
            <w:r w:rsidRPr="001804CF">
              <w:t xml:space="preserve">  </w:t>
            </w:r>
          </w:p>
          <w:p w:rsidR="00B24EB8" w:rsidRPr="001804CF" w:rsidRDefault="00B24EB8" w:rsidP="00B7210A">
            <w:pPr>
              <w:jc w:val="center"/>
            </w:pPr>
            <w:proofErr w:type="spellStart"/>
            <w:proofErr w:type="gramStart"/>
            <w:r w:rsidRPr="001804CF">
              <w:t>тэл</w:t>
            </w:r>
            <w:proofErr w:type="spellEnd"/>
            <w:r w:rsidRPr="001804CF">
              <w:t>.</w:t>
            </w:r>
            <w:r w:rsidR="00933710">
              <w:t>/</w:t>
            </w:r>
            <w:proofErr w:type="gramEnd"/>
            <w:r w:rsidR="00493D30" w:rsidRPr="001804CF">
              <w:t xml:space="preserve"> </w:t>
            </w:r>
            <w:r w:rsidR="00933710" w:rsidRPr="001804CF">
              <w:t>факс</w:t>
            </w:r>
            <w:r w:rsidR="00933710">
              <w:t xml:space="preserve"> </w:t>
            </w:r>
            <w:r w:rsidR="00570324">
              <w:t>35 42 99</w:t>
            </w:r>
          </w:p>
          <w:p w:rsidR="00EE4852" w:rsidRPr="00933710" w:rsidRDefault="00EE4852" w:rsidP="00B7210A">
            <w:pPr>
              <w:jc w:val="center"/>
            </w:pPr>
            <w:r w:rsidRPr="001804CF">
              <w:t xml:space="preserve">эл. </w:t>
            </w:r>
            <w:proofErr w:type="spellStart"/>
            <w:r w:rsidRPr="001804CF">
              <w:t>адр</w:t>
            </w:r>
            <w:r w:rsidR="00493D30" w:rsidRPr="001804CF">
              <w:t>а</w:t>
            </w:r>
            <w:r w:rsidRPr="001804CF">
              <w:t>с</w:t>
            </w:r>
            <w:proofErr w:type="spellEnd"/>
            <w:r w:rsidRPr="001804CF">
              <w:t xml:space="preserve">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D02447" w:rsidRDefault="00D02447">
            <w:pPr>
              <w:tabs>
                <w:tab w:val="left" w:pos="2268"/>
              </w:tabs>
              <w:rPr>
                <w:sz w:val="30"/>
              </w:rPr>
            </w:pPr>
          </w:p>
          <w:p w:rsidR="00B24EB8" w:rsidRPr="00DF7C4D" w:rsidRDefault="004C60D2" w:rsidP="00571CE4">
            <w:pPr>
              <w:tabs>
                <w:tab w:val="left" w:pos="2268"/>
              </w:tabs>
              <w:rPr>
                <w:color w:val="FF0000"/>
                <w:sz w:val="30"/>
                <w:lang w:val="en-US"/>
              </w:rPr>
            </w:pPr>
            <w:r>
              <w:rPr>
                <w:sz w:val="30"/>
                <w:szCs w:val="30"/>
              </w:rPr>
              <w:t>30</w:t>
            </w:r>
            <w:r w:rsidR="004E1B2D">
              <w:rPr>
                <w:sz w:val="30"/>
                <w:szCs w:val="30"/>
              </w:rPr>
              <w:t>.</w:t>
            </w:r>
            <w:r w:rsidR="00612916">
              <w:rPr>
                <w:sz w:val="30"/>
                <w:szCs w:val="30"/>
              </w:rPr>
              <w:t>0</w:t>
            </w:r>
            <w:r>
              <w:rPr>
                <w:sz w:val="30"/>
                <w:szCs w:val="30"/>
              </w:rPr>
              <w:t>9</w:t>
            </w:r>
            <w:r w:rsidR="007C109C" w:rsidRPr="00886AC1">
              <w:rPr>
                <w:sz w:val="30"/>
                <w:szCs w:val="30"/>
              </w:rPr>
              <w:t>.20</w:t>
            </w:r>
            <w:r w:rsidR="00886AC1" w:rsidRPr="00886AC1">
              <w:rPr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5</w:t>
            </w:r>
            <w:r w:rsidR="00570324" w:rsidRPr="00886AC1">
              <w:rPr>
                <w:sz w:val="30"/>
                <w:szCs w:val="30"/>
              </w:rPr>
              <w:t xml:space="preserve"> </w:t>
            </w:r>
            <w:r w:rsidR="005E2C62" w:rsidRPr="00886AC1">
              <w:rPr>
                <w:sz w:val="30"/>
              </w:rPr>
              <w:t>№</w:t>
            </w:r>
            <w:r w:rsidR="005370ED" w:rsidRPr="00886AC1">
              <w:rPr>
                <w:sz w:val="30"/>
              </w:rPr>
              <w:t xml:space="preserve"> </w:t>
            </w:r>
            <w:r w:rsidR="003B6A88">
              <w:rPr>
                <w:sz w:val="30"/>
              </w:rPr>
              <w:t>0</w:t>
            </w:r>
            <w:r w:rsidR="00E14AAE">
              <w:rPr>
                <w:sz w:val="30"/>
              </w:rPr>
              <w:t>2</w:t>
            </w:r>
            <w:r w:rsidR="003B6A88">
              <w:rPr>
                <w:sz w:val="30"/>
              </w:rPr>
              <w:t>-0</w:t>
            </w:r>
            <w:r w:rsidR="00E14AAE">
              <w:rPr>
                <w:sz w:val="30"/>
              </w:rPr>
              <w:t>5</w:t>
            </w:r>
            <w:r w:rsidR="00C87BC4" w:rsidRPr="00DB6AF2">
              <w:rPr>
                <w:color w:val="000000"/>
                <w:sz w:val="30"/>
              </w:rPr>
              <w:t>/</w:t>
            </w:r>
            <w:r w:rsidR="000075F5">
              <w:rPr>
                <w:color w:val="000000"/>
                <w:sz w:val="30"/>
              </w:rPr>
              <w:t>1897</w:t>
            </w:r>
          </w:p>
          <w:p w:rsidR="00B24EB8" w:rsidRPr="001804CF" w:rsidRDefault="00B24EB8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  <w:r w:rsidRPr="001804CF">
              <w:rPr>
                <w:sz w:val="3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4EB8" w:rsidRPr="00681D11" w:rsidRDefault="00B24EB8" w:rsidP="00571CE4">
            <w:pPr>
              <w:pStyle w:val="a6"/>
              <w:tabs>
                <w:tab w:val="clear" w:pos="4153"/>
                <w:tab w:val="clear" w:pos="8306"/>
              </w:tabs>
            </w:pPr>
          </w:p>
        </w:tc>
        <w:tc>
          <w:tcPr>
            <w:tcW w:w="837" w:type="dxa"/>
          </w:tcPr>
          <w:p w:rsidR="00B24EB8" w:rsidRPr="001804CF" w:rsidRDefault="00B24EB8">
            <w:pPr>
              <w:jc w:val="both"/>
            </w:pPr>
          </w:p>
          <w:p w:rsidR="00B24EB8" w:rsidRPr="001804CF" w:rsidRDefault="00B24EB8"/>
        </w:tc>
        <w:tc>
          <w:tcPr>
            <w:tcW w:w="4394" w:type="dxa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570324" w:rsidRPr="004B1457" w:rsidRDefault="00570324" w:rsidP="00570324">
            <w:pPr>
              <w:tabs>
                <w:tab w:val="left" w:pos="4678"/>
              </w:tabs>
              <w:jc w:val="center"/>
              <w:rPr>
                <w:sz w:val="26"/>
                <w:szCs w:val="26"/>
              </w:rPr>
            </w:pPr>
            <w:r w:rsidRPr="004B1457">
              <w:rPr>
                <w:sz w:val="26"/>
                <w:szCs w:val="26"/>
              </w:rPr>
              <w:t>Главное управление по образованию</w:t>
            </w:r>
          </w:p>
          <w:p w:rsidR="00933710" w:rsidRPr="00A76580" w:rsidRDefault="00A76580" w:rsidP="00933710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F4F44" w:rsidRPr="00A76580" w:rsidRDefault="00933710" w:rsidP="00933710">
            <w:pPr>
              <w:tabs>
                <w:tab w:val="left" w:pos="4678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A76580"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F4F44" w:rsidRPr="00A76580" w:rsidRDefault="00A76580" w:rsidP="009B2B2D">
            <w:pPr>
              <w:rPr>
                <w:lang w:val="be-BY"/>
              </w:rPr>
            </w:pPr>
            <w:r w:rsidRPr="00A76580">
              <w:rPr>
                <w:lang w:val="be-BY"/>
              </w:rPr>
              <w:t xml:space="preserve">“БРЕСТСКИЙ ОБЛАСТНОЙ </w:t>
            </w:r>
            <w:r w:rsidR="009B2B2D"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F4F44" w:rsidRPr="00A76580" w:rsidRDefault="00A76580" w:rsidP="00B7210A">
            <w:pPr>
              <w:tabs>
                <w:tab w:val="left" w:pos="4678"/>
              </w:tabs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493D30" w:rsidRPr="001804CF" w:rsidRDefault="00B24EB8" w:rsidP="00B7210A">
            <w:pPr>
              <w:jc w:val="center"/>
            </w:pPr>
            <w:r w:rsidRPr="001804CF">
              <w:t xml:space="preserve">ул. </w:t>
            </w:r>
            <w:proofErr w:type="spellStart"/>
            <w:r w:rsidR="00933710">
              <w:t>Я.Купалы</w:t>
            </w:r>
            <w:proofErr w:type="spellEnd"/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Брест  </w:t>
            </w:r>
          </w:p>
          <w:p w:rsidR="00493D30" w:rsidRPr="001804CF" w:rsidRDefault="00493D30" w:rsidP="00B7210A">
            <w:pPr>
              <w:jc w:val="center"/>
            </w:pPr>
            <w:r w:rsidRPr="001804CF">
              <w:t>т</w:t>
            </w:r>
            <w:r w:rsidR="00954AF9">
              <w:t>е</w:t>
            </w:r>
            <w:r w:rsidRPr="001804CF">
              <w:t>л.</w:t>
            </w:r>
            <w:r w:rsidR="00933710">
              <w:t>/</w:t>
            </w:r>
            <w:r w:rsidRPr="001804CF">
              <w:t xml:space="preserve"> </w:t>
            </w:r>
            <w:r w:rsidR="00933710" w:rsidRPr="001804CF">
              <w:t xml:space="preserve">факс </w:t>
            </w:r>
            <w:r w:rsidR="00570324">
              <w:t>35 42 99</w:t>
            </w:r>
          </w:p>
          <w:p w:rsidR="00EE4852" w:rsidRPr="001804CF" w:rsidRDefault="001446CE" w:rsidP="00B7210A">
            <w:pPr>
              <w:jc w:val="center"/>
            </w:pPr>
            <w:r w:rsidRPr="001804CF">
              <w:t xml:space="preserve">эл. адрес: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B24EB8" w:rsidRPr="001804CF" w:rsidRDefault="00B24EB8" w:rsidP="00EE4852">
            <w:pPr>
              <w:spacing w:line="120" w:lineRule="auto"/>
            </w:pPr>
          </w:p>
        </w:tc>
      </w:tr>
      <w:tr w:rsidR="0040343F" w:rsidTr="00E14AAE">
        <w:trPr>
          <w:cantSplit/>
          <w:trHeight w:val="341"/>
        </w:trPr>
        <w:tc>
          <w:tcPr>
            <w:tcW w:w="4410" w:type="dxa"/>
            <w:vMerge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 w:val="restart"/>
          </w:tcPr>
          <w:p w:rsidR="003B6A88" w:rsidRDefault="00AE401C" w:rsidP="0024126C">
            <w:pPr>
              <w:pStyle w:val="30"/>
              <w:spacing w:line="240" w:lineRule="auto"/>
              <w:ind w:left="-13"/>
              <w:rPr>
                <w:szCs w:val="30"/>
              </w:rPr>
            </w:pPr>
            <w:r>
              <w:rPr>
                <w:szCs w:val="30"/>
              </w:rPr>
              <w:t xml:space="preserve">Начальникам управлений, отделов </w:t>
            </w:r>
            <w:r w:rsidR="00BF332B">
              <w:rPr>
                <w:szCs w:val="30"/>
              </w:rPr>
              <w:t xml:space="preserve">по образованию </w:t>
            </w:r>
            <w:proofErr w:type="spellStart"/>
            <w:r>
              <w:rPr>
                <w:szCs w:val="30"/>
              </w:rPr>
              <w:t>горрайисполкомов</w:t>
            </w:r>
            <w:proofErr w:type="spellEnd"/>
            <w:r w:rsidR="001D62CA">
              <w:rPr>
                <w:szCs w:val="30"/>
              </w:rPr>
              <w:t xml:space="preserve">, </w:t>
            </w:r>
            <w:r w:rsidR="008A2834">
              <w:rPr>
                <w:szCs w:val="30"/>
              </w:rPr>
              <w:t>администраций районов г. Бреста</w:t>
            </w:r>
          </w:p>
          <w:p w:rsidR="00436AD7" w:rsidRPr="00EA7778" w:rsidRDefault="00436AD7" w:rsidP="00471917">
            <w:pPr>
              <w:pStyle w:val="30"/>
              <w:spacing w:line="240" w:lineRule="auto"/>
              <w:ind w:left="-13"/>
              <w:rPr>
                <w:szCs w:val="30"/>
              </w:rPr>
            </w:pPr>
          </w:p>
        </w:tc>
      </w:tr>
      <w:tr w:rsidR="0040343F" w:rsidTr="00E14AAE">
        <w:trPr>
          <w:cantSplit/>
          <w:trHeight w:val="341"/>
        </w:trPr>
        <w:tc>
          <w:tcPr>
            <w:tcW w:w="4410" w:type="dxa"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/>
          </w:tcPr>
          <w:p w:rsidR="0040343F" w:rsidRPr="00EA7778" w:rsidRDefault="0040343F" w:rsidP="00D02447">
            <w:pPr>
              <w:pStyle w:val="5"/>
              <w:rPr>
                <w:b w:val="0"/>
                <w:i w:val="0"/>
                <w:color w:val="FF00FF"/>
                <w:sz w:val="30"/>
                <w:szCs w:val="30"/>
              </w:rPr>
            </w:pPr>
          </w:p>
        </w:tc>
      </w:tr>
    </w:tbl>
    <w:p w:rsidR="004760FC" w:rsidRDefault="003D62E4" w:rsidP="00AB49D1">
      <w:pPr>
        <w:pStyle w:val="a3"/>
        <w:spacing w:after="120" w:line="240" w:lineRule="auto"/>
        <w:ind w:right="0"/>
      </w:pPr>
      <w:r>
        <w:t>О</w:t>
      </w:r>
      <w:r w:rsidR="004C60D2">
        <w:t>б организации спецкурса</w:t>
      </w:r>
    </w:p>
    <w:p w:rsidR="003D62E4" w:rsidRDefault="003D62E4" w:rsidP="00AB49D1">
      <w:pPr>
        <w:pStyle w:val="a3"/>
        <w:spacing w:after="120" w:line="240" w:lineRule="auto"/>
        <w:ind w:right="0"/>
      </w:pPr>
    </w:p>
    <w:p w:rsidR="003D62E4" w:rsidRDefault="00E84F2D" w:rsidP="001E75C1">
      <w:pPr>
        <w:pStyle w:val="a3"/>
        <w:tabs>
          <w:tab w:val="left" w:pos="3828"/>
        </w:tabs>
        <w:spacing w:line="240" w:lineRule="auto"/>
        <w:ind w:right="0" w:firstLine="851"/>
        <w:jc w:val="both"/>
        <w:rPr>
          <w:szCs w:val="28"/>
        </w:rPr>
      </w:pPr>
      <w:r>
        <w:rPr>
          <w:szCs w:val="28"/>
        </w:rPr>
        <w:t xml:space="preserve">Государственное учреждение образования «Брестский областной институт развития образования» </w:t>
      </w:r>
      <w:r w:rsidR="00612916">
        <w:rPr>
          <w:szCs w:val="28"/>
        </w:rPr>
        <w:t xml:space="preserve">на основании письма </w:t>
      </w:r>
      <w:r w:rsidR="004C60D2">
        <w:rPr>
          <w:szCs w:val="28"/>
        </w:rPr>
        <w:t xml:space="preserve">Министерства образования Республики Беларусь </w:t>
      </w:r>
      <w:r w:rsidR="00515D03">
        <w:rPr>
          <w:szCs w:val="28"/>
        </w:rPr>
        <w:t xml:space="preserve">от </w:t>
      </w:r>
      <w:r w:rsidR="004C60D2">
        <w:rPr>
          <w:szCs w:val="28"/>
        </w:rPr>
        <w:t>29</w:t>
      </w:r>
      <w:r w:rsidR="00515D03">
        <w:rPr>
          <w:szCs w:val="28"/>
        </w:rPr>
        <w:t>.</w:t>
      </w:r>
      <w:r w:rsidR="004C60D2">
        <w:rPr>
          <w:szCs w:val="28"/>
        </w:rPr>
        <w:t>09</w:t>
      </w:r>
      <w:r w:rsidR="00515D03">
        <w:rPr>
          <w:szCs w:val="28"/>
        </w:rPr>
        <w:t>.202</w:t>
      </w:r>
      <w:r w:rsidR="004C60D2">
        <w:rPr>
          <w:szCs w:val="28"/>
        </w:rPr>
        <w:t>5</w:t>
      </w:r>
      <w:r w:rsidR="00515D03">
        <w:rPr>
          <w:szCs w:val="28"/>
        </w:rPr>
        <w:t xml:space="preserve"> № </w:t>
      </w:r>
      <w:r w:rsidR="004C60D2">
        <w:rPr>
          <w:szCs w:val="28"/>
        </w:rPr>
        <w:t>02-01-14/11505</w:t>
      </w:r>
      <w:r w:rsidR="00515D03">
        <w:rPr>
          <w:szCs w:val="28"/>
        </w:rPr>
        <w:t xml:space="preserve"> </w:t>
      </w:r>
      <w:r w:rsidR="004C60D2">
        <w:rPr>
          <w:szCs w:val="28"/>
        </w:rPr>
        <w:t>информирует об организации спецкурса «Дополнительные главы и задачи математики, информатики и физики» для учащихся 6-11 классов на базе научно-исследовательского и учебно-методического центра «ЮНИ центр ХХ</w:t>
      </w:r>
      <w:r w:rsidR="004C60D2">
        <w:rPr>
          <w:szCs w:val="28"/>
          <w:lang w:val="en-US"/>
        </w:rPr>
        <w:t>I</w:t>
      </w:r>
      <w:r w:rsidR="004C60D2">
        <w:rPr>
          <w:szCs w:val="28"/>
        </w:rPr>
        <w:t>».</w:t>
      </w:r>
    </w:p>
    <w:p w:rsidR="004C60D2" w:rsidRDefault="004C60D2" w:rsidP="001E75C1">
      <w:pPr>
        <w:pStyle w:val="a3"/>
        <w:tabs>
          <w:tab w:val="left" w:pos="3828"/>
        </w:tabs>
        <w:spacing w:line="240" w:lineRule="auto"/>
        <w:ind w:right="0" w:firstLine="851"/>
        <w:jc w:val="both"/>
        <w:rPr>
          <w:szCs w:val="28"/>
        </w:rPr>
      </w:pPr>
      <w:r>
        <w:rPr>
          <w:szCs w:val="28"/>
        </w:rPr>
        <w:t>Учащимся и учителям будет предоставлена возможность углубить и развить свои знания, умения и навыки в современных и классических областях учебных предметов, повысить уровень своей мотивации результаты участия в интеллектуальных конкурсах.</w:t>
      </w:r>
    </w:p>
    <w:p w:rsidR="004C60D2" w:rsidRPr="004C60D2" w:rsidRDefault="004C60D2" w:rsidP="001E75C1">
      <w:pPr>
        <w:pStyle w:val="a3"/>
        <w:tabs>
          <w:tab w:val="left" w:pos="3828"/>
        </w:tabs>
        <w:spacing w:line="240" w:lineRule="auto"/>
        <w:ind w:right="0" w:firstLine="851"/>
        <w:jc w:val="both"/>
        <w:rPr>
          <w:szCs w:val="28"/>
        </w:rPr>
      </w:pPr>
      <w:r>
        <w:rPr>
          <w:szCs w:val="28"/>
        </w:rPr>
        <w:t>Условия обучения в приложении. Подробная информация на сайте «ЮНИ центр ХХ</w:t>
      </w:r>
      <w:r>
        <w:rPr>
          <w:szCs w:val="28"/>
          <w:lang w:val="en-US"/>
        </w:rPr>
        <w:t>I</w:t>
      </w:r>
      <w:r>
        <w:rPr>
          <w:szCs w:val="28"/>
        </w:rPr>
        <w:t>» БГУ.</w:t>
      </w:r>
    </w:p>
    <w:p w:rsidR="001E75C1" w:rsidRPr="004C60D2" w:rsidRDefault="000E5877" w:rsidP="001E75C1">
      <w:pPr>
        <w:pStyle w:val="a3"/>
        <w:tabs>
          <w:tab w:val="left" w:pos="3828"/>
        </w:tabs>
        <w:spacing w:line="240" w:lineRule="auto"/>
        <w:ind w:right="0" w:firstLine="851"/>
        <w:jc w:val="both"/>
        <w:rPr>
          <w:szCs w:val="28"/>
        </w:rPr>
      </w:pPr>
      <w:r>
        <w:rPr>
          <w:szCs w:val="28"/>
        </w:rPr>
        <w:t>Просьба довести</w:t>
      </w:r>
      <w:r w:rsidR="004C60D2">
        <w:rPr>
          <w:szCs w:val="28"/>
        </w:rPr>
        <w:t xml:space="preserve"> информацию до заинтересованных и направить до 01.11.2025 на электронный адрес </w:t>
      </w:r>
      <w:hyperlink r:id="rId8" w:history="1">
        <w:r w:rsidR="004C60D2" w:rsidRPr="00341B91">
          <w:rPr>
            <w:rStyle w:val="a8"/>
            <w:szCs w:val="28"/>
            <w:lang w:val="en-US"/>
          </w:rPr>
          <w:t>predm</w:t>
        </w:r>
        <w:r w:rsidR="004C60D2" w:rsidRPr="00341B91">
          <w:rPr>
            <w:rStyle w:val="a8"/>
            <w:szCs w:val="28"/>
          </w:rPr>
          <w:t>@</w:t>
        </w:r>
        <w:r w:rsidR="004C60D2" w:rsidRPr="00341B91">
          <w:rPr>
            <w:rStyle w:val="a8"/>
            <w:szCs w:val="28"/>
            <w:lang w:val="en-US"/>
          </w:rPr>
          <w:t>boiro</w:t>
        </w:r>
        <w:r w:rsidR="004C60D2" w:rsidRPr="00341B91">
          <w:rPr>
            <w:rStyle w:val="a8"/>
            <w:szCs w:val="28"/>
          </w:rPr>
          <w:t>.</w:t>
        </w:r>
        <w:r w:rsidR="004C60D2" w:rsidRPr="00341B91">
          <w:rPr>
            <w:rStyle w:val="a8"/>
            <w:szCs w:val="28"/>
            <w:lang w:val="en-US"/>
          </w:rPr>
          <w:t>by</w:t>
        </w:r>
      </w:hyperlink>
      <w:r w:rsidR="004C60D2" w:rsidRPr="004C60D2">
        <w:rPr>
          <w:szCs w:val="28"/>
        </w:rPr>
        <w:t xml:space="preserve"> </w:t>
      </w:r>
      <w:r w:rsidR="004C60D2">
        <w:rPr>
          <w:szCs w:val="28"/>
        </w:rPr>
        <w:t>списки учащихся, которые записались на этот спецкурс.</w:t>
      </w:r>
    </w:p>
    <w:p w:rsidR="000E5877" w:rsidRPr="003D62E4" w:rsidRDefault="000E5877" w:rsidP="001E75C1">
      <w:pPr>
        <w:pStyle w:val="a3"/>
        <w:tabs>
          <w:tab w:val="left" w:pos="3828"/>
        </w:tabs>
        <w:spacing w:line="240" w:lineRule="auto"/>
        <w:ind w:right="0" w:firstLine="851"/>
        <w:jc w:val="both"/>
        <w:rPr>
          <w:szCs w:val="28"/>
        </w:rPr>
      </w:pPr>
    </w:p>
    <w:p w:rsidR="003D62E4" w:rsidRPr="003D62E4" w:rsidRDefault="00A5091B" w:rsidP="001E75C1">
      <w:pPr>
        <w:pStyle w:val="a3"/>
        <w:spacing w:after="120"/>
        <w:ind w:right="-1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4C60D2">
        <w:rPr>
          <w:szCs w:val="28"/>
        </w:rPr>
        <w:t>5 л. в 1 экз</w:t>
      </w:r>
      <w:r w:rsidR="008679B6">
        <w:rPr>
          <w:szCs w:val="28"/>
        </w:rPr>
        <w:t>.</w:t>
      </w:r>
      <w:r w:rsidR="004C60D2">
        <w:rPr>
          <w:szCs w:val="28"/>
        </w:rPr>
        <w:t xml:space="preserve"> и </w:t>
      </w:r>
      <w:r w:rsidR="003C407E" w:rsidRPr="000A092D">
        <w:rPr>
          <w:color w:val="000000"/>
          <w:szCs w:val="30"/>
          <w:lang w:val="be-BY"/>
        </w:rPr>
        <w:t>таблиц</w:t>
      </w:r>
      <w:r w:rsidR="003C407E">
        <w:rPr>
          <w:color w:val="000000"/>
          <w:szCs w:val="30"/>
          <w:lang w:val="be-BY"/>
        </w:rPr>
        <w:t>а</w:t>
      </w:r>
      <w:r w:rsidR="003C407E" w:rsidRPr="000A092D">
        <w:rPr>
          <w:color w:val="000000"/>
          <w:szCs w:val="30"/>
          <w:lang w:val="be-BY"/>
        </w:rPr>
        <w:t xml:space="preserve"> Exсel на </w:t>
      </w:r>
      <w:r w:rsidR="003C407E">
        <w:rPr>
          <w:color w:val="000000"/>
          <w:szCs w:val="30"/>
          <w:lang w:val="be-BY"/>
        </w:rPr>
        <w:t>1</w:t>
      </w:r>
      <w:r w:rsidR="003C407E" w:rsidRPr="000A092D">
        <w:rPr>
          <w:color w:val="000000"/>
          <w:szCs w:val="30"/>
          <w:lang w:val="be-BY"/>
        </w:rPr>
        <w:t xml:space="preserve"> л. в 1 экз.</w:t>
      </w:r>
    </w:p>
    <w:p w:rsidR="003D62E4" w:rsidRDefault="00471917" w:rsidP="00E84F2D">
      <w:pPr>
        <w:pStyle w:val="ad"/>
        <w:spacing w:before="360"/>
        <w:jc w:val="both"/>
        <w:rPr>
          <w:sz w:val="30"/>
          <w:szCs w:val="30"/>
        </w:rPr>
      </w:pPr>
      <w:r>
        <w:rPr>
          <w:sz w:val="30"/>
          <w:szCs w:val="30"/>
        </w:rPr>
        <w:t>Ректор</w:t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proofErr w:type="gramStart"/>
      <w:r w:rsidR="00C64C9E">
        <w:rPr>
          <w:sz w:val="30"/>
          <w:szCs w:val="30"/>
        </w:rPr>
        <w:tab/>
      </w:r>
      <w:r w:rsidR="003C407E"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А.В.Мощук</w:t>
      </w:r>
      <w:proofErr w:type="spellEnd"/>
      <w:proofErr w:type="gramEnd"/>
    </w:p>
    <w:p w:rsidR="001E75C1" w:rsidRDefault="001E75C1" w:rsidP="00E84F2D">
      <w:pPr>
        <w:pStyle w:val="ad"/>
        <w:spacing w:before="360"/>
        <w:jc w:val="both"/>
        <w:rPr>
          <w:sz w:val="30"/>
          <w:szCs w:val="30"/>
        </w:rPr>
      </w:pPr>
    </w:p>
    <w:p w:rsidR="001E75C1" w:rsidRDefault="001E75C1" w:rsidP="001E75C1">
      <w:pPr>
        <w:spacing w:line="28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05.1 </w:t>
      </w:r>
      <w:proofErr w:type="spellStart"/>
      <w:r>
        <w:rPr>
          <w:sz w:val="18"/>
          <w:szCs w:val="18"/>
        </w:rPr>
        <w:t>Мисюра</w:t>
      </w:r>
      <w:proofErr w:type="spellEnd"/>
      <w:r>
        <w:rPr>
          <w:sz w:val="18"/>
          <w:szCs w:val="18"/>
        </w:rPr>
        <w:t xml:space="preserve"> 354276</w:t>
      </w:r>
    </w:p>
    <w:p w:rsidR="001E75C1" w:rsidRDefault="001E75C1" w:rsidP="008679B6">
      <w:pPr>
        <w:spacing w:line="280" w:lineRule="exact"/>
        <w:rPr>
          <w:b/>
          <w:sz w:val="26"/>
          <w:szCs w:val="26"/>
        </w:rPr>
      </w:pPr>
      <w:r>
        <w:rPr>
          <w:sz w:val="18"/>
          <w:szCs w:val="18"/>
        </w:rPr>
        <w:t xml:space="preserve">Электронный документ соответствует </w:t>
      </w:r>
      <w:proofErr w:type="spellStart"/>
      <w:r>
        <w:rPr>
          <w:sz w:val="18"/>
          <w:szCs w:val="18"/>
        </w:rPr>
        <w:t>оригиналу</w:t>
      </w:r>
      <w:r w:rsidR="008679B6">
        <w:rPr>
          <w:sz w:val="18"/>
          <w:szCs w:val="18"/>
        </w:rPr>
        <w:t>у</w:t>
      </w:r>
      <w:proofErr w:type="spellEnd"/>
    </w:p>
    <w:sectPr w:rsidR="001E75C1" w:rsidSect="00C26592">
      <w:headerReference w:type="even" r:id="rId9"/>
      <w:headerReference w:type="default" r:id="rId10"/>
      <w:footerReference w:type="first" r:id="rId11"/>
      <w:pgSz w:w="11906" w:h="16838" w:code="9"/>
      <w:pgMar w:top="1134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992" w:rsidRDefault="00565992">
      <w:r>
        <w:separator/>
      </w:r>
    </w:p>
  </w:endnote>
  <w:endnote w:type="continuationSeparator" w:id="0">
    <w:p w:rsidR="00565992" w:rsidRDefault="0056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F2D" w:rsidRDefault="00E84F2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992" w:rsidRDefault="00565992">
      <w:r>
        <w:separator/>
      </w:r>
    </w:p>
  </w:footnote>
  <w:footnote w:type="continuationSeparator" w:id="0">
    <w:p w:rsidR="00565992" w:rsidRDefault="00565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57C" w:rsidRDefault="009855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557C" w:rsidRDefault="009855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57C" w:rsidRDefault="009855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9B6">
      <w:rPr>
        <w:rStyle w:val="a7"/>
        <w:noProof/>
      </w:rPr>
      <w:t>3</w:t>
    </w:r>
    <w:r>
      <w:rPr>
        <w:rStyle w:val="a7"/>
      </w:rPr>
      <w:fldChar w:fldCharType="end"/>
    </w:r>
  </w:p>
  <w:p w:rsidR="0098557C" w:rsidRDefault="009855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CCB"/>
    <w:multiLevelType w:val="hybridMultilevel"/>
    <w:tmpl w:val="839C8844"/>
    <w:lvl w:ilvl="0" w:tplc="CE960928">
      <w:start w:val="1"/>
      <w:numFmt w:val="decimal"/>
      <w:lvlText w:val="%1)"/>
      <w:lvlJc w:val="left"/>
      <w:pPr>
        <w:ind w:left="1068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23DCC"/>
    <w:multiLevelType w:val="hybridMultilevel"/>
    <w:tmpl w:val="4C3C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BFF"/>
    <w:multiLevelType w:val="hybridMultilevel"/>
    <w:tmpl w:val="77A2F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00F8F"/>
    <w:multiLevelType w:val="hybridMultilevel"/>
    <w:tmpl w:val="49A011A4"/>
    <w:lvl w:ilvl="0" w:tplc="33222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215DBF"/>
    <w:multiLevelType w:val="hybridMultilevel"/>
    <w:tmpl w:val="E63C0DA6"/>
    <w:lvl w:ilvl="0" w:tplc="0423000F">
      <w:start w:val="1"/>
      <w:numFmt w:val="decimal"/>
      <w:lvlText w:val="%1."/>
      <w:lvlJc w:val="left"/>
      <w:pPr>
        <w:ind w:left="360" w:hanging="360"/>
      </w:p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FC2E38"/>
    <w:multiLevelType w:val="multilevel"/>
    <w:tmpl w:val="C64CF2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F118D8"/>
    <w:multiLevelType w:val="hybridMultilevel"/>
    <w:tmpl w:val="E63C0DA6"/>
    <w:lvl w:ilvl="0" w:tplc="0423000F">
      <w:start w:val="1"/>
      <w:numFmt w:val="decimal"/>
      <w:lvlText w:val="%1."/>
      <w:lvlJc w:val="left"/>
      <w:pPr>
        <w:ind w:left="360" w:hanging="360"/>
      </w:p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B315D4"/>
    <w:multiLevelType w:val="hybridMultilevel"/>
    <w:tmpl w:val="92D4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00070"/>
    <w:multiLevelType w:val="multilevel"/>
    <w:tmpl w:val="D0784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C762A5"/>
    <w:multiLevelType w:val="multilevel"/>
    <w:tmpl w:val="44EED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D72809"/>
    <w:multiLevelType w:val="hybridMultilevel"/>
    <w:tmpl w:val="92D4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6397C"/>
    <w:multiLevelType w:val="hybridMultilevel"/>
    <w:tmpl w:val="F4C84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21"/>
    <w:rsid w:val="00005C35"/>
    <w:rsid w:val="000075F5"/>
    <w:rsid w:val="000160B5"/>
    <w:rsid w:val="00023192"/>
    <w:rsid w:val="00027CDA"/>
    <w:rsid w:val="00042E2F"/>
    <w:rsid w:val="000434A9"/>
    <w:rsid w:val="00055911"/>
    <w:rsid w:val="000570A4"/>
    <w:rsid w:val="00064B98"/>
    <w:rsid w:val="00066177"/>
    <w:rsid w:val="00073F88"/>
    <w:rsid w:val="00080825"/>
    <w:rsid w:val="000857AB"/>
    <w:rsid w:val="00086138"/>
    <w:rsid w:val="00086794"/>
    <w:rsid w:val="00097E42"/>
    <w:rsid w:val="000A36EC"/>
    <w:rsid w:val="000A4E89"/>
    <w:rsid w:val="000D423A"/>
    <w:rsid w:val="000E5877"/>
    <w:rsid w:val="000E6E5D"/>
    <w:rsid w:val="000F01C8"/>
    <w:rsid w:val="000F02C8"/>
    <w:rsid w:val="000F092F"/>
    <w:rsid w:val="000F10F4"/>
    <w:rsid w:val="0012261A"/>
    <w:rsid w:val="00140E7C"/>
    <w:rsid w:val="001446CE"/>
    <w:rsid w:val="0014758D"/>
    <w:rsid w:val="00151686"/>
    <w:rsid w:val="00153352"/>
    <w:rsid w:val="001556FA"/>
    <w:rsid w:val="00157635"/>
    <w:rsid w:val="00161C50"/>
    <w:rsid w:val="00170295"/>
    <w:rsid w:val="001804CF"/>
    <w:rsid w:val="001846B8"/>
    <w:rsid w:val="00194831"/>
    <w:rsid w:val="00195373"/>
    <w:rsid w:val="001979FC"/>
    <w:rsid w:val="001B28D3"/>
    <w:rsid w:val="001B28EA"/>
    <w:rsid w:val="001C0C77"/>
    <w:rsid w:val="001D2A36"/>
    <w:rsid w:val="001D62CA"/>
    <w:rsid w:val="001E75C1"/>
    <w:rsid w:val="001F2EDE"/>
    <w:rsid w:val="00203FD7"/>
    <w:rsid w:val="00215D14"/>
    <w:rsid w:val="002167FE"/>
    <w:rsid w:val="00240DD4"/>
    <w:rsid w:val="0024126C"/>
    <w:rsid w:val="0025693D"/>
    <w:rsid w:val="00271086"/>
    <w:rsid w:val="00276FC5"/>
    <w:rsid w:val="00277900"/>
    <w:rsid w:val="00282334"/>
    <w:rsid w:val="00286392"/>
    <w:rsid w:val="002871F1"/>
    <w:rsid w:val="00290013"/>
    <w:rsid w:val="002926B4"/>
    <w:rsid w:val="002A4AF5"/>
    <w:rsid w:val="002B11A1"/>
    <w:rsid w:val="002C075E"/>
    <w:rsid w:val="002C6508"/>
    <w:rsid w:val="002D2A09"/>
    <w:rsid w:val="002D3FC1"/>
    <w:rsid w:val="002D4290"/>
    <w:rsid w:val="002F0824"/>
    <w:rsid w:val="002F78DB"/>
    <w:rsid w:val="0030314D"/>
    <w:rsid w:val="0031253F"/>
    <w:rsid w:val="003323F2"/>
    <w:rsid w:val="003337EC"/>
    <w:rsid w:val="003406E5"/>
    <w:rsid w:val="0036113B"/>
    <w:rsid w:val="00365F7D"/>
    <w:rsid w:val="003711BA"/>
    <w:rsid w:val="00394639"/>
    <w:rsid w:val="003A22B0"/>
    <w:rsid w:val="003A5679"/>
    <w:rsid w:val="003A7B30"/>
    <w:rsid w:val="003B007F"/>
    <w:rsid w:val="003B084E"/>
    <w:rsid w:val="003B5B6A"/>
    <w:rsid w:val="003B6A88"/>
    <w:rsid w:val="003C1854"/>
    <w:rsid w:val="003C407E"/>
    <w:rsid w:val="003D017C"/>
    <w:rsid w:val="003D2A00"/>
    <w:rsid w:val="003D62E4"/>
    <w:rsid w:val="003E0B5D"/>
    <w:rsid w:val="003E1409"/>
    <w:rsid w:val="003E1B22"/>
    <w:rsid w:val="003F7F29"/>
    <w:rsid w:val="0040343F"/>
    <w:rsid w:val="004037FB"/>
    <w:rsid w:val="004102A3"/>
    <w:rsid w:val="00410FA4"/>
    <w:rsid w:val="004273C3"/>
    <w:rsid w:val="004331EC"/>
    <w:rsid w:val="0043591C"/>
    <w:rsid w:val="00436923"/>
    <w:rsid w:val="00436AD7"/>
    <w:rsid w:val="004466F2"/>
    <w:rsid w:val="0045459D"/>
    <w:rsid w:val="0046662F"/>
    <w:rsid w:val="00471917"/>
    <w:rsid w:val="00475E36"/>
    <w:rsid w:val="004760FC"/>
    <w:rsid w:val="004820E9"/>
    <w:rsid w:val="00493D30"/>
    <w:rsid w:val="00496580"/>
    <w:rsid w:val="004A057E"/>
    <w:rsid w:val="004A2AF2"/>
    <w:rsid w:val="004A6E3B"/>
    <w:rsid w:val="004B00FA"/>
    <w:rsid w:val="004C3419"/>
    <w:rsid w:val="004C60D2"/>
    <w:rsid w:val="004C6436"/>
    <w:rsid w:val="004D4E55"/>
    <w:rsid w:val="004D579F"/>
    <w:rsid w:val="004E1B2D"/>
    <w:rsid w:val="004F2400"/>
    <w:rsid w:val="004F634E"/>
    <w:rsid w:val="0051293D"/>
    <w:rsid w:val="00515809"/>
    <w:rsid w:val="00515D03"/>
    <w:rsid w:val="005334FF"/>
    <w:rsid w:val="005370ED"/>
    <w:rsid w:val="00540B83"/>
    <w:rsid w:val="00553DB1"/>
    <w:rsid w:val="00560831"/>
    <w:rsid w:val="00565992"/>
    <w:rsid w:val="00566F03"/>
    <w:rsid w:val="00570324"/>
    <w:rsid w:val="00571CE4"/>
    <w:rsid w:val="005778D1"/>
    <w:rsid w:val="00580C9E"/>
    <w:rsid w:val="00583FFD"/>
    <w:rsid w:val="00587DFB"/>
    <w:rsid w:val="0059055D"/>
    <w:rsid w:val="0059232B"/>
    <w:rsid w:val="005A609A"/>
    <w:rsid w:val="005B0191"/>
    <w:rsid w:val="005B18B3"/>
    <w:rsid w:val="005C0844"/>
    <w:rsid w:val="005C310D"/>
    <w:rsid w:val="005C56E3"/>
    <w:rsid w:val="005D3D7D"/>
    <w:rsid w:val="005D5D80"/>
    <w:rsid w:val="005E0648"/>
    <w:rsid w:val="005E2C62"/>
    <w:rsid w:val="005F568A"/>
    <w:rsid w:val="005F61C7"/>
    <w:rsid w:val="005F74B7"/>
    <w:rsid w:val="00605FC5"/>
    <w:rsid w:val="00606E58"/>
    <w:rsid w:val="00607346"/>
    <w:rsid w:val="00607537"/>
    <w:rsid w:val="00612916"/>
    <w:rsid w:val="00614865"/>
    <w:rsid w:val="006236E0"/>
    <w:rsid w:val="00627276"/>
    <w:rsid w:val="006333A4"/>
    <w:rsid w:val="0064100A"/>
    <w:rsid w:val="00643202"/>
    <w:rsid w:val="006438C2"/>
    <w:rsid w:val="00653652"/>
    <w:rsid w:val="00657AAB"/>
    <w:rsid w:val="006667E1"/>
    <w:rsid w:val="00681D11"/>
    <w:rsid w:val="00681E16"/>
    <w:rsid w:val="00694E93"/>
    <w:rsid w:val="006A3D0C"/>
    <w:rsid w:val="006A6712"/>
    <w:rsid w:val="006B4425"/>
    <w:rsid w:val="006B66A9"/>
    <w:rsid w:val="006C1EE5"/>
    <w:rsid w:val="006C5F80"/>
    <w:rsid w:val="006E0F4D"/>
    <w:rsid w:val="006F1AFC"/>
    <w:rsid w:val="006F467F"/>
    <w:rsid w:val="007031DA"/>
    <w:rsid w:val="00712457"/>
    <w:rsid w:val="00715A27"/>
    <w:rsid w:val="00720793"/>
    <w:rsid w:val="007217AB"/>
    <w:rsid w:val="00722370"/>
    <w:rsid w:val="00730309"/>
    <w:rsid w:val="00730ED3"/>
    <w:rsid w:val="007626C6"/>
    <w:rsid w:val="00765FF6"/>
    <w:rsid w:val="00771DEF"/>
    <w:rsid w:val="00781721"/>
    <w:rsid w:val="00785289"/>
    <w:rsid w:val="00787AF8"/>
    <w:rsid w:val="00787BCF"/>
    <w:rsid w:val="00791D88"/>
    <w:rsid w:val="00791F50"/>
    <w:rsid w:val="007927E9"/>
    <w:rsid w:val="007A21E4"/>
    <w:rsid w:val="007A7FCE"/>
    <w:rsid w:val="007B6B33"/>
    <w:rsid w:val="007C109C"/>
    <w:rsid w:val="007C3DBF"/>
    <w:rsid w:val="007C5AD0"/>
    <w:rsid w:val="007C7C76"/>
    <w:rsid w:val="007D2550"/>
    <w:rsid w:val="007D2E0D"/>
    <w:rsid w:val="007E253E"/>
    <w:rsid w:val="007E4F8C"/>
    <w:rsid w:val="007E7E30"/>
    <w:rsid w:val="007F5094"/>
    <w:rsid w:val="00824EE7"/>
    <w:rsid w:val="00827500"/>
    <w:rsid w:val="00835C79"/>
    <w:rsid w:val="00845CFA"/>
    <w:rsid w:val="00853714"/>
    <w:rsid w:val="00857302"/>
    <w:rsid w:val="008605F7"/>
    <w:rsid w:val="008679B6"/>
    <w:rsid w:val="00877C85"/>
    <w:rsid w:val="00882028"/>
    <w:rsid w:val="00883D8E"/>
    <w:rsid w:val="00886AC1"/>
    <w:rsid w:val="008919EE"/>
    <w:rsid w:val="0089716D"/>
    <w:rsid w:val="008A0DE1"/>
    <w:rsid w:val="008A0DFB"/>
    <w:rsid w:val="008A2834"/>
    <w:rsid w:val="008A4656"/>
    <w:rsid w:val="008B0CF6"/>
    <w:rsid w:val="008B1F7C"/>
    <w:rsid w:val="008B50B4"/>
    <w:rsid w:val="008C1906"/>
    <w:rsid w:val="008C324B"/>
    <w:rsid w:val="008C3B25"/>
    <w:rsid w:val="008E09A2"/>
    <w:rsid w:val="008E35C5"/>
    <w:rsid w:val="0090308F"/>
    <w:rsid w:val="00912513"/>
    <w:rsid w:val="009154AA"/>
    <w:rsid w:val="00917D43"/>
    <w:rsid w:val="0092293F"/>
    <w:rsid w:val="0092497A"/>
    <w:rsid w:val="00933710"/>
    <w:rsid w:val="00942267"/>
    <w:rsid w:val="009427F4"/>
    <w:rsid w:val="009463A3"/>
    <w:rsid w:val="0095023B"/>
    <w:rsid w:val="009511F7"/>
    <w:rsid w:val="00954AF9"/>
    <w:rsid w:val="00960436"/>
    <w:rsid w:val="00960CC2"/>
    <w:rsid w:val="0097281C"/>
    <w:rsid w:val="009767AF"/>
    <w:rsid w:val="0098557C"/>
    <w:rsid w:val="00991875"/>
    <w:rsid w:val="00997000"/>
    <w:rsid w:val="009A65E6"/>
    <w:rsid w:val="009B1330"/>
    <w:rsid w:val="009B2B2D"/>
    <w:rsid w:val="009C4988"/>
    <w:rsid w:val="009D1373"/>
    <w:rsid w:val="009D1B7E"/>
    <w:rsid w:val="009D6229"/>
    <w:rsid w:val="00A027BE"/>
    <w:rsid w:val="00A03A02"/>
    <w:rsid w:val="00A135E4"/>
    <w:rsid w:val="00A16463"/>
    <w:rsid w:val="00A21C72"/>
    <w:rsid w:val="00A27C7C"/>
    <w:rsid w:val="00A31A96"/>
    <w:rsid w:val="00A5003D"/>
    <w:rsid w:val="00A5091B"/>
    <w:rsid w:val="00A5209F"/>
    <w:rsid w:val="00A53716"/>
    <w:rsid w:val="00A553D3"/>
    <w:rsid w:val="00A60E39"/>
    <w:rsid w:val="00A73EF1"/>
    <w:rsid w:val="00A7408D"/>
    <w:rsid w:val="00A76580"/>
    <w:rsid w:val="00A7693C"/>
    <w:rsid w:val="00AA0606"/>
    <w:rsid w:val="00AB023D"/>
    <w:rsid w:val="00AB3C6A"/>
    <w:rsid w:val="00AB49D1"/>
    <w:rsid w:val="00AB7542"/>
    <w:rsid w:val="00AC0A62"/>
    <w:rsid w:val="00AC1F94"/>
    <w:rsid w:val="00AC200A"/>
    <w:rsid w:val="00AD27D3"/>
    <w:rsid w:val="00AE401C"/>
    <w:rsid w:val="00AF1B74"/>
    <w:rsid w:val="00AF4ECB"/>
    <w:rsid w:val="00AF656B"/>
    <w:rsid w:val="00AF7435"/>
    <w:rsid w:val="00B06446"/>
    <w:rsid w:val="00B077B1"/>
    <w:rsid w:val="00B10612"/>
    <w:rsid w:val="00B1133C"/>
    <w:rsid w:val="00B2310C"/>
    <w:rsid w:val="00B24EB8"/>
    <w:rsid w:val="00B348DE"/>
    <w:rsid w:val="00B431C6"/>
    <w:rsid w:val="00B45E1D"/>
    <w:rsid w:val="00B678C2"/>
    <w:rsid w:val="00B71AED"/>
    <w:rsid w:val="00B7210A"/>
    <w:rsid w:val="00B73CC1"/>
    <w:rsid w:val="00B7712B"/>
    <w:rsid w:val="00B8133E"/>
    <w:rsid w:val="00B815FA"/>
    <w:rsid w:val="00B8343B"/>
    <w:rsid w:val="00B8409E"/>
    <w:rsid w:val="00B841E0"/>
    <w:rsid w:val="00B847E1"/>
    <w:rsid w:val="00B97E79"/>
    <w:rsid w:val="00BA744F"/>
    <w:rsid w:val="00BA7E26"/>
    <w:rsid w:val="00BB08EF"/>
    <w:rsid w:val="00BB7795"/>
    <w:rsid w:val="00BC29DF"/>
    <w:rsid w:val="00BC3EAF"/>
    <w:rsid w:val="00BC6F30"/>
    <w:rsid w:val="00BC7ADF"/>
    <w:rsid w:val="00BD05C1"/>
    <w:rsid w:val="00BD3263"/>
    <w:rsid w:val="00BD5C27"/>
    <w:rsid w:val="00BD6EC2"/>
    <w:rsid w:val="00BE0789"/>
    <w:rsid w:val="00BF332B"/>
    <w:rsid w:val="00BF42FB"/>
    <w:rsid w:val="00BF457E"/>
    <w:rsid w:val="00BF7F25"/>
    <w:rsid w:val="00C0034C"/>
    <w:rsid w:val="00C00961"/>
    <w:rsid w:val="00C00BBB"/>
    <w:rsid w:val="00C03630"/>
    <w:rsid w:val="00C2358B"/>
    <w:rsid w:val="00C26592"/>
    <w:rsid w:val="00C420C0"/>
    <w:rsid w:val="00C55325"/>
    <w:rsid w:val="00C567DF"/>
    <w:rsid w:val="00C56A0A"/>
    <w:rsid w:val="00C56F22"/>
    <w:rsid w:val="00C6026B"/>
    <w:rsid w:val="00C64C9E"/>
    <w:rsid w:val="00C654AF"/>
    <w:rsid w:val="00C81AC5"/>
    <w:rsid w:val="00C87BC4"/>
    <w:rsid w:val="00CA7E02"/>
    <w:rsid w:val="00CB4FF0"/>
    <w:rsid w:val="00CC06C3"/>
    <w:rsid w:val="00CC1EF0"/>
    <w:rsid w:val="00CC4343"/>
    <w:rsid w:val="00CD6D90"/>
    <w:rsid w:val="00CD7FC9"/>
    <w:rsid w:val="00CE1881"/>
    <w:rsid w:val="00CE5F4F"/>
    <w:rsid w:val="00CF022C"/>
    <w:rsid w:val="00CF67FB"/>
    <w:rsid w:val="00D02447"/>
    <w:rsid w:val="00D05636"/>
    <w:rsid w:val="00D05670"/>
    <w:rsid w:val="00D17F9C"/>
    <w:rsid w:val="00D22A9E"/>
    <w:rsid w:val="00D251F9"/>
    <w:rsid w:val="00D26EC3"/>
    <w:rsid w:val="00D304B8"/>
    <w:rsid w:val="00D35EBD"/>
    <w:rsid w:val="00D412F4"/>
    <w:rsid w:val="00D45589"/>
    <w:rsid w:val="00D458B0"/>
    <w:rsid w:val="00D5413C"/>
    <w:rsid w:val="00D75AEA"/>
    <w:rsid w:val="00D910AB"/>
    <w:rsid w:val="00D9208C"/>
    <w:rsid w:val="00D95877"/>
    <w:rsid w:val="00D97E29"/>
    <w:rsid w:val="00DA15C1"/>
    <w:rsid w:val="00DA4ED9"/>
    <w:rsid w:val="00DB2766"/>
    <w:rsid w:val="00DB350F"/>
    <w:rsid w:val="00DB6AF2"/>
    <w:rsid w:val="00DC1725"/>
    <w:rsid w:val="00DD0149"/>
    <w:rsid w:val="00DD1F8A"/>
    <w:rsid w:val="00DD7156"/>
    <w:rsid w:val="00DE290B"/>
    <w:rsid w:val="00DE3801"/>
    <w:rsid w:val="00DE5CBA"/>
    <w:rsid w:val="00DE78DF"/>
    <w:rsid w:val="00DF3ACC"/>
    <w:rsid w:val="00DF4F44"/>
    <w:rsid w:val="00DF5100"/>
    <w:rsid w:val="00DF7C4D"/>
    <w:rsid w:val="00E05712"/>
    <w:rsid w:val="00E07EEA"/>
    <w:rsid w:val="00E14940"/>
    <w:rsid w:val="00E14AAE"/>
    <w:rsid w:val="00E16FFB"/>
    <w:rsid w:val="00E17837"/>
    <w:rsid w:val="00E2730E"/>
    <w:rsid w:val="00E3002A"/>
    <w:rsid w:val="00E31A89"/>
    <w:rsid w:val="00E34580"/>
    <w:rsid w:val="00E60C74"/>
    <w:rsid w:val="00E64861"/>
    <w:rsid w:val="00E73256"/>
    <w:rsid w:val="00E76708"/>
    <w:rsid w:val="00E801A3"/>
    <w:rsid w:val="00E83A6D"/>
    <w:rsid w:val="00E83B9F"/>
    <w:rsid w:val="00E84F2D"/>
    <w:rsid w:val="00E8549D"/>
    <w:rsid w:val="00E86C80"/>
    <w:rsid w:val="00E9576C"/>
    <w:rsid w:val="00E968D2"/>
    <w:rsid w:val="00EA1750"/>
    <w:rsid w:val="00EA7778"/>
    <w:rsid w:val="00EB047C"/>
    <w:rsid w:val="00EB3328"/>
    <w:rsid w:val="00EB35F9"/>
    <w:rsid w:val="00EC057C"/>
    <w:rsid w:val="00EC1AE2"/>
    <w:rsid w:val="00EC3C2F"/>
    <w:rsid w:val="00ED6AF1"/>
    <w:rsid w:val="00ED7858"/>
    <w:rsid w:val="00EE0A9F"/>
    <w:rsid w:val="00EE4852"/>
    <w:rsid w:val="00EF36A2"/>
    <w:rsid w:val="00F0231F"/>
    <w:rsid w:val="00F04270"/>
    <w:rsid w:val="00F05BD1"/>
    <w:rsid w:val="00F13340"/>
    <w:rsid w:val="00F37BD5"/>
    <w:rsid w:val="00F41974"/>
    <w:rsid w:val="00F470AC"/>
    <w:rsid w:val="00F520DE"/>
    <w:rsid w:val="00F542A9"/>
    <w:rsid w:val="00F57393"/>
    <w:rsid w:val="00F66148"/>
    <w:rsid w:val="00F87CC6"/>
    <w:rsid w:val="00F96C27"/>
    <w:rsid w:val="00FB77C0"/>
    <w:rsid w:val="00FB77F4"/>
    <w:rsid w:val="00FB7B20"/>
    <w:rsid w:val="00FD3970"/>
    <w:rsid w:val="00FF13B2"/>
    <w:rsid w:val="00FF19B9"/>
    <w:rsid w:val="00FF26F2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A0082-13F4-4873-9E83-CAEECD7B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pacing w:line="280" w:lineRule="exact"/>
      <w:ind w:right="5670"/>
      <w:outlineLvl w:val="5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ind w:right="5498"/>
    </w:pPr>
    <w:rPr>
      <w:sz w:val="30"/>
    </w:rPr>
  </w:style>
  <w:style w:type="paragraph" w:styleId="a5">
    <w:name w:val="Body Text Indent"/>
    <w:basedOn w:val="a"/>
    <w:pPr>
      <w:ind w:firstLine="709"/>
      <w:jc w:val="both"/>
    </w:pPr>
    <w:rPr>
      <w:sz w:val="3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shd w:val="clear" w:color="auto" w:fill="FFFFFF"/>
      <w:ind w:firstLine="720"/>
      <w:jc w:val="both"/>
    </w:pPr>
    <w:rPr>
      <w:snapToGrid w:val="0"/>
      <w:sz w:val="30"/>
    </w:rPr>
  </w:style>
  <w:style w:type="paragraph" w:styleId="30">
    <w:name w:val="Body Text Indent 3"/>
    <w:basedOn w:val="a"/>
    <w:pPr>
      <w:spacing w:line="280" w:lineRule="exact"/>
      <w:ind w:left="60"/>
    </w:pPr>
    <w:rPr>
      <w:sz w:val="30"/>
    </w:rPr>
  </w:style>
  <w:style w:type="paragraph" w:styleId="21">
    <w:name w:val="Body Text 2"/>
    <w:basedOn w:val="a"/>
    <w:pPr>
      <w:jc w:val="both"/>
    </w:pPr>
    <w:rPr>
      <w:sz w:val="30"/>
    </w:rPr>
  </w:style>
  <w:style w:type="character" w:styleId="a8">
    <w:name w:val="Hyperlink"/>
    <w:rsid w:val="00EE4852"/>
    <w:rPr>
      <w:color w:val="0000FF"/>
      <w:u w:val="single"/>
    </w:rPr>
  </w:style>
  <w:style w:type="paragraph" w:styleId="a9">
    <w:name w:val="Balloon Text"/>
    <w:basedOn w:val="a"/>
    <w:link w:val="aa"/>
    <w:rsid w:val="00D02447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D0244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EA7778"/>
    <w:pPr>
      <w:spacing w:before="100" w:beforeAutospacing="1" w:after="100" w:afterAutospacing="1"/>
    </w:pPr>
    <w:rPr>
      <w:rFonts w:eastAsia="MS Mincho"/>
      <w:lang w:eastAsia="ja-JP"/>
    </w:rPr>
  </w:style>
  <w:style w:type="table" w:styleId="ac">
    <w:name w:val="Table Grid"/>
    <w:basedOn w:val="a1"/>
    <w:uiPriority w:val="39"/>
    <w:rsid w:val="00E8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C64C9E"/>
    <w:rPr>
      <w:sz w:val="24"/>
      <w:szCs w:val="24"/>
    </w:rPr>
  </w:style>
  <w:style w:type="paragraph" w:styleId="ae">
    <w:name w:val="List Paragraph"/>
    <w:basedOn w:val="a"/>
    <w:uiPriority w:val="34"/>
    <w:qFormat/>
    <w:rsid w:val="003125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locked/>
    <w:rsid w:val="00AB49D1"/>
    <w:rPr>
      <w:sz w:val="30"/>
      <w:szCs w:val="24"/>
    </w:rPr>
  </w:style>
  <w:style w:type="character" w:customStyle="1" w:styleId="22">
    <w:name w:val="Основной текст (2)_"/>
    <w:link w:val="23"/>
    <w:rsid w:val="0002319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23192"/>
    <w:pPr>
      <w:widowControl w:val="0"/>
      <w:shd w:val="clear" w:color="auto" w:fill="FFFFFF"/>
      <w:spacing w:after="480" w:line="281" w:lineRule="exact"/>
    </w:pPr>
    <w:rPr>
      <w:sz w:val="28"/>
      <w:szCs w:val="28"/>
    </w:rPr>
  </w:style>
  <w:style w:type="character" w:customStyle="1" w:styleId="7">
    <w:name w:val="Основной текст (7)_"/>
    <w:link w:val="70"/>
    <w:rsid w:val="00791D88"/>
    <w:rPr>
      <w:b/>
      <w:bCs/>
      <w:sz w:val="30"/>
      <w:szCs w:val="3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91D88"/>
    <w:pPr>
      <w:widowControl w:val="0"/>
      <w:shd w:val="clear" w:color="auto" w:fill="FFFFFF"/>
      <w:spacing w:line="349" w:lineRule="exact"/>
      <w:ind w:hanging="1280"/>
      <w:jc w:val="right"/>
    </w:pPr>
    <w:rPr>
      <w:b/>
      <w:bCs/>
      <w:sz w:val="30"/>
      <w:szCs w:val="30"/>
    </w:rPr>
  </w:style>
  <w:style w:type="character" w:customStyle="1" w:styleId="29pt">
    <w:name w:val="Основной текст (2) + 9 pt;Полужирный"/>
    <w:rsid w:val="00791D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af0"/>
    <w:rsid w:val="00791D88"/>
    <w:rPr>
      <w:sz w:val="28"/>
      <w:szCs w:val="28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791D88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character" w:customStyle="1" w:styleId="29pt0">
    <w:name w:val="Основной текст (2) + 9 pt"/>
    <w:rsid w:val="0079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1">
    <w:name w:val="Основной текст_"/>
    <w:link w:val="10"/>
    <w:rsid w:val="00A31A96"/>
    <w:rPr>
      <w:sz w:val="30"/>
      <w:szCs w:val="30"/>
    </w:rPr>
  </w:style>
  <w:style w:type="character" w:customStyle="1" w:styleId="11">
    <w:name w:val="Заголовок №1_"/>
    <w:link w:val="12"/>
    <w:rsid w:val="00A31A96"/>
    <w:rPr>
      <w:b/>
      <w:bCs/>
      <w:sz w:val="30"/>
      <w:szCs w:val="30"/>
    </w:rPr>
  </w:style>
  <w:style w:type="character" w:customStyle="1" w:styleId="af2">
    <w:name w:val="Другое_"/>
    <w:link w:val="af3"/>
    <w:rsid w:val="00A31A96"/>
    <w:rPr>
      <w:sz w:val="30"/>
      <w:szCs w:val="30"/>
    </w:rPr>
  </w:style>
  <w:style w:type="paragraph" w:customStyle="1" w:styleId="10">
    <w:name w:val="Основной текст1"/>
    <w:basedOn w:val="a"/>
    <w:link w:val="af1"/>
    <w:rsid w:val="00A31A96"/>
    <w:pPr>
      <w:widowControl w:val="0"/>
      <w:ind w:firstLine="400"/>
    </w:pPr>
    <w:rPr>
      <w:sz w:val="30"/>
      <w:szCs w:val="30"/>
    </w:rPr>
  </w:style>
  <w:style w:type="paragraph" w:customStyle="1" w:styleId="12">
    <w:name w:val="Заголовок №1"/>
    <w:basedOn w:val="a"/>
    <w:link w:val="11"/>
    <w:rsid w:val="00A31A96"/>
    <w:pPr>
      <w:widowControl w:val="0"/>
      <w:ind w:left="2630"/>
      <w:outlineLvl w:val="0"/>
    </w:pPr>
    <w:rPr>
      <w:b/>
      <w:bCs/>
      <w:sz w:val="30"/>
      <w:szCs w:val="30"/>
    </w:rPr>
  </w:style>
  <w:style w:type="paragraph" w:customStyle="1" w:styleId="af3">
    <w:name w:val="Другое"/>
    <w:basedOn w:val="a"/>
    <w:link w:val="af2"/>
    <w:rsid w:val="00A31A96"/>
    <w:pPr>
      <w:widowControl w:val="0"/>
      <w:ind w:firstLine="400"/>
    </w:pPr>
    <w:rPr>
      <w:sz w:val="30"/>
      <w:szCs w:val="30"/>
    </w:rPr>
  </w:style>
  <w:style w:type="paragraph" w:styleId="af4">
    <w:name w:val="footer"/>
    <w:basedOn w:val="a"/>
    <w:link w:val="af5"/>
    <w:rsid w:val="0024126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24126C"/>
    <w:rPr>
      <w:sz w:val="24"/>
      <w:szCs w:val="24"/>
    </w:rPr>
  </w:style>
  <w:style w:type="character" w:styleId="af6">
    <w:name w:val="Strong"/>
    <w:qFormat/>
    <w:rsid w:val="00BA7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m@boiro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70;&#1083;&#1080;&#1103;.SVETA\&#1056;&#1072;&#1073;&#1086;&#1095;&#1080;&#1081;%20&#1089;&#1090;&#1086;&#1083;\&#1064;&#1072;&#1073;&#1083;&#1086;&#1085;&#1099;%20&#1076;&#1086;&#1082;&#1091;&#1084;&#1077;&#1085;&#1090;&#1086;&#1074;\&#1041;&#1083;&#1072;&#1085;&#1082;%20&#1076;&#1083;&#1103;%20&#1087;&#1080;&#1089;&#1100;&#1084;&#1072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D8969-8503-436B-84B3-C4983AAB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письма УО.dot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БРЭСЦКI АБЛАСНЫ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БРЭСЦКI АБЛАСНЫ</dc:title>
  <dc:subject/>
  <dc:creator>Пользователь</dc:creator>
  <cp:keywords/>
  <cp:lastModifiedBy>Пользователь</cp:lastModifiedBy>
  <cp:revision>3</cp:revision>
  <cp:lastPrinted>2024-10-07T11:51:00Z</cp:lastPrinted>
  <dcterms:created xsi:type="dcterms:W3CDTF">2025-09-30T06:40:00Z</dcterms:created>
  <dcterms:modified xsi:type="dcterms:W3CDTF">2025-09-30T06:40:00Z</dcterms:modified>
</cp:coreProperties>
</file>